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E5EDE" w14:textId="77777777" w:rsidR="00961DB2" w:rsidRPr="00FE0061" w:rsidRDefault="00961DB2" w:rsidP="00C563F6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="004612A3">
        <w:rPr>
          <w:sz w:val="20"/>
        </w:rPr>
        <w:t xml:space="preserve">                </w:t>
      </w:r>
      <w:r w:rsidRPr="00FE0061">
        <w:rPr>
          <w:sz w:val="20"/>
        </w:rPr>
        <w:t>...................................</w:t>
      </w:r>
      <w:r w:rsidR="005A4656" w:rsidRPr="00FE0061">
        <w:rPr>
          <w:sz w:val="20"/>
        </w:rPr>
        <w:t>...........</w:t>
      </w:r>
      <w:r w:rsidRPr="00FE0061">
        <w:rPr>
          <w:sz w:val="20"/>
        </w:rPr>
        <w:t>........</w:t>
      </w:r>
    </w:p>
    <w:p w14:paraId="7F1A4D67" w14:textId="77777777" w:rsidR="00961DB2" w:rsidRPr="00FE0061" w:rsidRDefault="00961DB2" w:rsidP="00C563F6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="004612A3">
        <w:rPr>
          <w:sz w:val="20"/>
        </w:rPr>
        <w:t xml:space="preserve">                         </w:t>
      </w:r>
      <w:r w:rsidRPr="00FE0061">
        <w:rPr>
          <w:i/>
          <w:iCs/>
          <w:sz w:val="20"/>
        </w:rPr>
        <w:t>/miejscowość i data/</w:t>
      </w:r>
    </w:p>
    <w:p w14:paraId="2F1851B2" w14:textId="77777777" w:rsidR="00961DB2" w:rsidRPr="00FE0061" w:rsidRDefault="00961DB2" w:rsidP="00C563F6">
      <w:pPr>
        <w:pStyle w:val="Tekstpodstawowy2"/>
        <w:tabs>
          <w:tab w:val="left" w:pos="0"/>
        </w:tabs>
        <w:rPr>
          <w:b w:val="0"/>
          <w:sz w:val="20"/>
        </w:rPr>
      </w:pPr>
      <w:r w:rsidRPr="00FE0061">
        <w:rPr>
          <w:b w:val="0"/>
          <w:sz w:val="20"/>
        </w:rPr>
        <w:t xml:space="preserve">.................................................... </w:t>
      </w:r>
    </w:p>
    <w:p w14:paraId="5302D515" w14:textId="77777777" w:rsidR="00961DB2" w:rsidRPr="00FE0061" w:rsidRDefault="00961DB2" w:rsidP="00C563F6">
      <w:pPr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/Nazwa i adres Wykonawcy/</w:t>
      </w:r>
    </w:p>
    <w:p w14:paraId="2EB5620B" w14:textId="77777777" w:rsidR="00D92CAB" w:rsidRDefault="00D92CAB" w:rsidP="00A91151">
      <w:pPr>
        <w:ind w:left="5664"/>
        <w:rPr>
          <w:sz w:val="20"/>
        </w:rPr>
      </w:pPr>
    </w:p>
    <w:p w14:paraId="7F7F0A8C" w14:textId="77777777" w:rsidR="00A91151" w:rsidRPr="00C16682" w:rsidRDefault="00A91151" w:rsidP="00A91151">
      <w:pPr>
        <w:ind w:left="5664"/>
        <w:rPr>
          <w:b/>
          <w:bCs/>
          <w:szCs w:val="24"/>
        </w:rPr>
      </w:pPr>
      <w:r w:rsidRPr="00C16682">
        <w:rPr>
          <w:b/>
          <w:bCs/>
          <w:szCs w:val="24"/>
        </w:rPr>
        <w:t xml:space="preserve">Gmina </w:t>
      </w:r>
      <w:r w:rsidR="00C16682" w:rsidRPr="00C16682">
        <w:rPr>
          <w:b/>
          <w:bCs/>
          <w:szCs w:val="24"/>
        </w:rPr>
        <w:t>Sośni</w:t>
      </w:r>
      <w:r w:rsidRPr="00C16682">
        <w:rPr>
          <w:b/>
          <w:bCs/>
          <w:szCs w:val="24"/>
        </w:rPr>
        <w:t>e</w:t>
      </w:r>
    </w:p>
    <w:p w14:paraId="47C492CC" w14:textId="77777777" w:rsidR="00A91151" w:rsidRPr="00C16682" w:rsidRDefault="00C16682" w:rsidP="00A91151">
      <w:pPr>
        <w:ind w:left="5664"/>
        <w:rPr>
          <w:b/>
          <w:bCs/>
          <w:szCs w:val="24"/>
        </w:rPr>
      </w:pPr>
      <w:r w:rsidRPr="00C16682">
        <w:rPr>
          <w:b/>
          <w:bCs/>
          <w:szCs w:val="24"/>
        </w:rPr>
        <w:t>ul. Wielkopolska 47</w:t>
      </w:r>
    </w:p>
    <w:p w14:paraId="5B40725A" w14:textId="77777777" w:rsidR="00A91151" w:rsidRDefault="00A91151" w:rsidP="00A91151">
      <w:pPr>
        <w:ind w:left="5664"/>
        <w:rPr>
          <w:b/>
          <w:bCs/>
          <w:szCs w:val="24"/>
        </w:rPr>
      </w:pPr>
      <w:r w:rsidRPr="00C16682">
        <w:rPr>
          <w:b/>
          <w:bCs/>
          <w:szCs w:val="24"/>
        </w:rPr>
        <w:t>63-4</w:t>
      </w:r>
      <w:r w:rsidR="00C16682" w:rsidRPr="00C16682">
        <w:rPr>
          <w:b/>
          <w:bCs/>
          <w:szCs w:val="24"/>
        </w:rPr>
        <w:t>35 Sośnie</w:t>
      </w:r>
    </w:p>
    <w:p w14:paraId="526FC328" w14:textId="77777777" w:rsidR="00D92CAB" w:rsidRPr="00C16682" w:rsidRDefault="00D92CAB" w:rsidP="00A91151">
      <w:pPr>
        <w:ind w:left="5664"/>
        <w:rPr>
          <w:b/>
          <w:bCs/>
          <w:szCs w:val="24"/>
        </w:rPr>
      </w:pPr>
    </w:p>
    <w:p w14:paraId="249EB4EB" w14:textId="77777777" w:rsidR="00961DB2" w:rsidRPr="00C16682" w:rsidRDefault="00961DB2" w:rsidP="004612A3">
      <w:pPr>
        <w:pStyle w:val="Nagwek7"/>
        <w:spacing w:before="240" w:after="120"/>
        <w:jc w:val="center"/>
        <w:rPr>
          <w:sz w:val="28"/>
          <w:szCs w:val="28"/>
        </w:rPr>
      </w:pPr>
      <w:r w:rsidRPr="00C16682">
        <w:rPr>
          <w:sz w:val="28"/>
          <w:szCs w:val="28"/>
        </w:rPr>
        <w:t>F O R M U L A R Z  O F E R T Y</w:t>
      </w:r>
    </w:p>
    <w:p w14:paraId="778F579C" w14:textId="0E77B1A1" w:rsidR="004612A3" w:rsidRPr="004612A3" w:rsidRDefault="00961DB2" w:rsidP="00FD4132">
      <w:pPr>
        <w:pStyle w:val="Tekstpodstawowy2"/>
        <w:tabs>
          <w:tab w:val="left" w:pos="9923"/>
        </w:tabs>
        <w:jc w:val="both"/>
        <w:rPr>
          <w:szCs w:val="24"/>
          <w:lang w:val="x-none" w:eastAsia="x-none"/>
        </w:rPr>
      </w:pPr>
      <w:r w:rsidRPr="00FE0061">
        <w:rPr>
          <w:b w:val="0"/>
          <w:i w:val="0"/>
        </w:rPr>
        <w:t>Odpowiadając na ogłoszenie zobowiązujemy się wykonać przedmiot zamówienia</w:t>
      </w:r>
      <w:r w:rsidR="00086DB8">
        <w:rPr>
          <w:b w:val="0"/>
          <w:i w:val="0"/>
        </w:rPr>
        <w:t xml:space="preserve"> pn. </w:t>
      </w:r>
    </w:p>
    <w:p w14:paraId="5120FD5F" w14:textId="77777777" w:rsidR="00C16682" w:rsidRDefault="00C16682" w:rsidP="00C16682">
      <w:pPr>
        <w:pStyle w:val="Tekstpodstawowy2"/>
        <w:spacing w:line="276" w:lineRule="auto"/>
        <w:jc w:val="center"/>
        <w:rPr>
          <w:sz w:val="22"/>
          <w:szCs w:val="22"/>
        </w:rPr>
      </w:pPr>
    </w:p>
    <w:p w14:paraId="44B548FC" w14:textId="77777777" w:rsidR="00086DB8" w:rsidRDefault="00086DB8" w:rsidP="00086DB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D06E31">
        <w:rPr>
          <w:rFonts w:ascii="Times New Roman" w:hAnsi="Times New Roman" w:cs="Times New Roman"/>
          <w:b/>
          <w:bCs/>
        </w:rPr>
        <w:t xml:space="preserve">Odbiór i transport odpadów komunalnych </w:t>
      </w:r>
    </w:p>
    <w:p w14:paraId="79A50F88" w14:textId="7A931A8D" w:rsidR="00C16682" w:rsidRPr="00086DB8" w:rsidRDefault="00086DB8" w:rsidP="00086DB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D06E31">
        <w:rPr>
          <w:rFonts w:ascii="Times New Roman" w:hAnsi="Times New Roman" w:cs="Times New Roman"/>
          <w:b/>
          <w:bCs/>
        </w:rPr>
        <w:t>z nieruchomości niezamieszkałych z terenu Gminy Sośnie</w:t>
      </w:r>
    </w:p>
    <w:p w14:paraId="4C51D56F" w14:textId="77777777" w:rsidR="00C16682" w:rsidRDefault="00C16682" w:rsidP="00C16682">
      <w:pPr>
        <w:pStyle w:val="Tekstpodstawowy2"/>
        <w:spacing w:line="276" w:lineRule="auto"/>
        <w:jc w:val="both"/>
        <w:rPr>
          <w:sz w:val="22"/>
          <w:szCs w:val="22"/>
        </w:rPr>
      </w:pPr>
    </w:p>
    <w:p w14:paraId="7A75D511" w14:textId="77777777" w:rsidR="00FD4132" w:rsidRPr="00FE0061" w:rsidRDefault="00FD4132" w:rsidP="00C16682">
      <w:pPr>
        <w:pStyle w:val="Tekstpodstawowy2"/>
        <w:spacing w:line="276" w:lineRule="auto"/>
        <w:jc w:val="both"/>
        <w:rPr>
          <w:b w:val="0"/>
          <w:i w:val="0"/>
        </w:rPr>
      </w:pPr>
      <w:r w:rsidRPr="00FE0061">
        <w:rPr>
          <w:b w:val="0"/>
          <w:i w:val="0"/>
        </w:rPr>
        <w:t>za następującą cenę:</w:t>
      </w:r>
    </w:p>
    <w:p w14:paraId="157BF3E6" w14:textId="77777777" w:rsidR="00FD4132" w:rsidRPr="003427B9" w:rsidRDefault="00FD4132" w:rsidP="00FD4132">
      <w:pPr>
        <w:spacing w:after="120" w:line="276" w:lineRule="auto"/>
        <w:jc w:val="both"/>
        <w:rPr>
          <w:bCs/>
        </w:rPr>
      </w:pPr>
      <w:r w:rsidRPr="00745210">
        <w:rPr>
          <w:bCs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6"/>
        <w:gridCol w:w="2121"/>
        <w:gridCol w:w="1559"/>
        <w:gridCol w:w="1276"/>
        <w:gridCol w:w="1275"/>
        <w:gridCol w:w="1343"/>
        <w:gridCol w:w="925"/>
      </w:tblGrid>
      <w:tr w:rsidR="00894970" w:rsidRPr="00266094" w14:paraId="229DAA44" w14:textId="77777777" w:rsidTr="0008627E">
        <w:trPr>
          <w:cantSplit/>
          <w:trHeight w:val="611"/>
        </w:trPr>
        <w:tc>
          <w:tcPr>
            <w:tcW w:w="3261" w:type="dxa"/>
            <w:gridSpan w:val="3"/>
            <w:vAlign w:val="center"/>
          </w:tcPr>
          <w:p w14:paraId="4F4888CF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2CB54744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Szacunkowa ilość odpadów w trakcie trwania  świadczenia usługi [Mg]</w:t>
            </w:r>
          </w:p>
        </w:tc>
        <w:tc>
          <w:tcPr>
            <w:tcW w:w="1276" w:type="dxa"/>
            <w:vAlign w:val="center"/>
          </w:tcPr>
          <w:p w14:paraId="417BBBEB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Cena jednostkowa netto</w:t>
            </w:r>
          </w:p>
          <w:p w14:paraId="42E4F366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[zł netto za 1 Mg świadczenia usługi]</w:t>
            </w:r>
          </w:p>
        </w:tc>
        <w:tc>
          <w:tcPr>
            <w:tcW w:w="1275" w:type="dxa"/>
            <w:vAlign w:val="center"/>
          </w:tcPr>
          <w:p w14:paraId="645A5F67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 xml:space="preserve">Łączna wartość netto </w:t>
            </w:r>
          </w:p>
          <w:p w14:paraId="7A0AD9F7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[zł]</w:t>
            </w:r>
          </w:p>
        </w:tc>
        <w:tc>
          <w:tcPr>
            <w:tcW w:w="1343" w:type="dxa"/>
            <w:vAlign w:val="center"/>
          </w:tcPr>
          <w:p w14:paraId="0D58D9FC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 xml:space="preserve">Łączna wartość podatku VAT </w:t>
            </w:r>
          </w:p>
          <w:p w14:paraId="24AF58C3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>[zł]</w:t>
            </w:r>
          </w:p>
        </w:tc>
        <w:tc>
          <w:tcPr>
            <w:tcW w:w="925" w:type="dxa"/>
            <w:vAlign w:val="center"/>
          </w:tcPr>
          <w:p w14:paraId="75ECFDDD" w14:textId="77777777" w:rsidR="00894970" w:rsidRPr="00894970" w:rsidRDefault="00894970" w:rsidP="009E2299">
            <w:pPr>
              <w:spacing w:before="120"/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 xml:space="preserve">Łączna wartość  </w:t>
            </w:r>
          </w:p>
          <w:p w14:paraId="1FD3FD00" w14:textId="77777777" w:rsidR="00894970" w:rsidRPr="00894970" w:rsidRDefault="00894970" w:rsidP="009E2299">
            <w:pPr>
              <w:ind w:left="-70" w:right="-70"/>
              <w:jc w:val="center"/>
              <w:rPr>
                <w:sz w:val="20"/>
              </w:rPr>
            </w:pPr>
            <w:r w:rsidRPr="00894970">
              <w:rPr>
                <w:sz w:val="20"/>
              </w:rPr>
              <w:t xml:space="preserve"> [zł brutto] </w:t>
            </w:r>
          </w:p>
        </w:tc>
      </w:tr>
      <w:tr w:rsidR="00894970" w:rsidRPr="00266094" w14:paraId="0E6BF345" w14:textId="77777777" w:rsidTr="0008627E">
        <w:trPr>
          <w:cantSplit/>
          <w:trHeight w:val="445"/>
        </w:trPr>
        <w:tc>
          <w:tcPr>
            <w:tcW w:w="3261" w:type="dxa"/>
            <w:gridSpan w:val="3"/>
            <w:shd w:val="clear" w:color="auto" w:fill="D9D9D9"/>
            <w:vAlign w:val="center"/>
          </w:tcPr>
          <w:p w14:paraId="1599AE33" w14:textId="77777777" w:rsidR="00894970" w:rsidRPr="00266094" w:rsidRDefault="00894970" w:rsidP="009E2299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1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3BC968C" w14:textId="77777777" w:rsidR="00894970" w:rsidRPr="00266094" w:rsidRDefault="00894970" w:rsidP="009E2299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4E83F4B" w14:textId="77777777" w:rsidR="00894970" w:rsidRPr="00FF7158" w:rsidRDefault="00894970" w:rsidP="009E2299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266094">
              <w:rPr>
                <w:b/>
                <w:bCs/>
                <w:sz w:val="20"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CD0F032" w14:textId="77777777" w:rsidR="00894970" w:rsidRPr="00266094" w:rsidRDefault="00894970" w:rsidP="009E2299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 xml:space="preserve"> = 2 * 3</w:t>
            </w:r>
          </w:p>
        </w:tc>
        <w:tc>
          <w:tcPr>
            <w:tcW w:w="1343" w:type="dxa"/>
            <w:shd w:val="clear" w:color="auto" w:fill="D9D9D9"/>
            <w:vAlign w:val="center"/>
          </w:tcPr>
          <w:p w14:paraId="069B80BD" w14:textId="77777777" w:rsidR="00894970" w:rsidRPr="00266094" w:rsidRDefault="00894970" w:rsidP="009E2299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= 4 *</w:t>
            </w:r>
            <w:r w:rsidRPr="00266094">
              <w:rPr>
                <w:b/>
                <w:bCs/>
                <w:sz w:val="20"/>
              </w:rPr>
              <w:t xml:space="preserve"> VAT 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25" w:type="dxa"/>
            <w:shd w:val="clear" w:color="auto" w:fill="D9D9D9"/>
            <w:vAlign w:val="center"/>
          </w:tcPr>
          <w:p w14:paraId="16A68C95" w14:textId="77777777" w:rsidR="00894970" w:rsidRPr="00266094" w:rsidRDefault="00894970" w:rsidP="009E229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6 </w:t>
            </w:r>
            <w:r w:rsidRPr="00266094">
              <w:rPr>
                <w:b/>
                <w:bCs/>
                <w:sz w:val="20"/>
              </w:rPr>
              <w:t xml:space="preserve">= </w:t>
            </w:r>
            <w:r>
              <w:rPr>
                <w:b/>
                <w:bCs/>
                <w:sz w:val="20"/>
              </w:rPr>
              <w:t>4 + 5</w:t>
            </w:r>
            <w:r w:rsidRPr="00266094">
              <w:rPr>
                <w:b/>
                <w:bCs/>
                <w:sz w:val="20"/>
              </w:rPr>
              <w:t xml:space="preserve"> </w:t>
            </w:r>
          </w:p>
        </w:tc>
      </w:tr>
      <w:tr w:rsidR="00894970" w:rsidRPr="00266094" w14:paraId="536388E9" w14:textId="77777777" w:rsidTr="0008627E">
        <w:trPr>
          <w:cantSplit/>
          <w:trHeight w:val="567"/>
        </w:trPr>
        <w:tc>
          <w:tcPr>
            <w:tcW w:w="3261" w:type="dxa"/>
            <w:gridSpan w:val="3"/>
            <w:vAlign w:val="center"/>
          </w:tcPr>
          <w:p w14:paraId="5E6047F3" w14:textId="77777777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  <w:r w:rsidRPr="00775107">
              <w:rPr>
                <w:bCs/>
                <w:sz w:val="20"/>
              </w:rPr>
              <w:t>Odbieranie i transport odpadów zmieszanych</w:t>
            </w:r>
          </w:p>
        </w:tc>
        <w:tc>
          <w:tcPr>
            <w:tcW w:w="1559" w:type="dxa"/>
            <w:vAlign w:val="center"/>
          </w:tcPr>
          <w:p w14:paraId="2EB523B9" w14:textId="77777777" w:rsidR="00894970" w:rsidRPr="00266094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76284001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  <w:p w14:paraId="012C515D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1C3A1EF3" w14:textId="77777777" w:rsidR="00894970" w:rsidRPr="00266094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7CC212A9" w14:textId="77777777" w:rsidR="00894970" w:rsidRPr="00266094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3C52E68D" w14:textId="77777777" w:rsidR="00894970" w:rsidRPr="00266094" w:rsidRDefault="00894970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894970" w:rsidRPr="00266094" w14:paraId="40543B52" w14:textId="77777777" w:rsidTr="0008627E">
        <w:trPr>
          <w:cantSplit/>
          <w:trHeight w:val="460"/>
        </w:trPr>
        <w:tc>
          <w:tcPr>
            <w:tcW w:w="1134" w:type="dxa"/>
            <w:vMerge w:val="restart"/>
            <w:vAlign w:val="center"/>
          </w:tcPr>
          <w:p w14:paraId="20D556AB" w14:textId="77777777" w:rsidR="0045708F" w:rsidRDefault="0045708F" w:rsidP="009E2299">
            <w:pPr>
              <w:spacing w:before="120" w:after="120"/>
              <w:rPr>
                <w:bCs/>
                <w:sz w:val="20"/>
              </w:rPr>
            </w:pPr>
          </w:p>
          <w:p w14:paraId="1A188F7D" w14:textId="77777777" w:rsidR="0045708F" w:rsidRDefault="0045708F" w:rsidP="009E2299">
            <w:pPr>
              <w:spacing w:before="120" w:after="120"/>
              <w:rPr>
                <w:bCs/>
                <w:sz w:val="20"/>
              </w:rPr>
            </w:pPr>
          </w:p>
          <w:p w14:paraId="2C883CBF" w14:textId="3B457BBD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  <w:r w:rsidRPr="00775107">
              <w:rPr>
                <w:bCs/>
                <w:sz w:val="20"/>
              </w:rPr>
              <w:t>Odbieranie i transport odpadów selektywnie zbieranych</w:t>
            </w:r>
          </w:p>
        </w:tc>
        <w:tc>
          <w:tcPr>
            <w:tcW w:w="2127" w:type="dxa"/>
            <w:gridSpan w:val="2"/>
            <w:vAlign w:val="center"/>
          </w:tcPr>
          <w:p w14:paraId="018F26A9" w14:textId="77777777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Papier i tektura</w:t>
            </w:r>
          </w:p>
        </w:tc>
        <w:tc>
          <w:tcPr>
            <w:tcW w:w="1559" w:type="dxa"/>
            <w:vAlign w:val="center"/>
          </w:tcPr>
          <w:p w14:paraId="6BCAC881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5D7AF606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513D1E9E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30CC7674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2EE91EED" w14:textId="77777777" w:rsidR="00894970" w:rsidRPr="00266094" w:rsidRDefault="00894970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894970" w:rsidRPr="00266094" w14:paraId="49DD496D" w14:textId="77777777" w:rsidTr="0008627E">
        <w:trPr>
          <w:cantSplit/>
          <w:trHeight w:val="906"/>
        </w:trPr>
        <w:tc>
          <w:tcPr>
            <w:tcW w:w="1134" w:type="dxa"/>
            <w:vMerge/>
            <w:vAlign w:val="center"/>
          </w:tcPr>
          <w:p w14:paraId="7A748EBB" w14:textId="77777777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49482E2" w14:textId="77777777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Tworzywa sztuczne, odpady opakowaniowe, metale</w:t>
            </w:r>
          </w:p>
        </w:tc>
        <w:tc>
          <w:tcPr>
            <w:tcW w:w="1559" w:type="dxa"/>
            <w:vAlign w:val="center"/>
          </w:tcPr>
          <w:p w14:paraId="306E081F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083A55F2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40FFDFBC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3336F954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5F07D0AC" w14:textId="77777777" w:rsidR="00894970" w:rsidRPr="00266094" w:rsidRDefault="00894970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894970" w:rsidRPr="00266094" w14:paraId="3E57E6E6" w14:textId="77777777" w:rsidTr="0045708F">
        <w:trPr>
          <w:cantSplit/>
          <w:trHeight w:val="285"/>
        </w:trPr>
        <w:tc>
          <w:tcPr>
            <w:tcW w:w="1134" w:type="dxa"/>
            <w:vMerge/>
            <w:tcBorders>
              <w:bottom w:val="nil"/>
            </w:tcBorders>
            <w:vAlign w:val="center"/>
          </w:tcPr>
          <w:p w14:paraId="4956A680" w14:textId="77777777" w:rsidR="00894970" w:rsidRPr="00775107" w:rsidRDefault="00894970" w:rsidP="009E2299">
            <w:pPr>
              <w:spacing w:before="120" w:after="120"/>
              <w:rPr>
                <w:bCs/>
                <w:sz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C3E566B" w14:textId="41A56D79" w:rsidR="00894970" w:rsidRPr="00775107" w:rsidRDefault="0045708F" w:rsidP="009E2299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</w:t>
            </w:r>
            <w:r w:rsidR="00894970">
              <w:rPr>
                <w:bCs/>
                <w:sz w:val="20"/>
              </w:rPr>
              <w:t>zkło</w:t>
            </w:r>
          </w:p>
        </w:tc>
        <w:tc>
          <w:tcPr>
            <w:tcW w:w="1559" w:type="dxa"/>
            <w:vAlign w:val="center"/>
          </w:tcPr>
          <w:p w14:paraId="1E85F926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14B3FC13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57DA3380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68F6A418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59020A74" w14:textId="77777777" w:rsidR="00894970" w:rsidRPr="00266094" w:rsidRDefault="00894970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45708F" w:rsidRPr="00266094" w14:paraId="1B01F3F1" w14:textId="77777777" w:rsidTr="0045708F">
        <w:trPr>
          <w:cantSplit/>
          <w:trHeight w:val="300"/>
        </w:trPr>
        <w:tc>
          <w:tcPr>
            <w:tcW w:w="1140" w:type="dxa"/>
            <w:gridSpan w:val="2"/>
            <w:vMerge w:val="restart"/>
            <w:tcBorders>
              <w:top w:val="nil"/>
            </w:tcBorders>
            <w:vAlign w:val="center"/>
          </w:tcPr>
          <w:p w14:paraId="4D41C877" w14:textId="0A0D319B" w:rsidR="0045708F" w:rsidRPr="0045708F" w:rsidRDefault="0045708F" w:rsidP="009E2299">
            <w:pPr>
              <w:spacing w:before="120" w:after="120"/>
              <w:rPr>
                <w:sz w:val="20"/>
              </w:rPr>
            </w:pPr>
          </w:p>
        </w:tc>
        <w:tc>
          <w:tcPr>
            <w:tcW w:w="2121" w:type="dxa"/>
            <w:vAlign w:val="center"/>
          </w:tcPr>
          <w:p w14:paraId="50C24736" w14:textId="3734BAEF" w:rsidR="0045708F" w:rsidRPr="0045708F" w:rsidRDefault="0045708F" w:rsidP="0045708F">
            <w:pPr>
              <w:spacing w:before="120" w:after="120"/>
              <w:rPr>
                <w:sz w:val="20"/>
              </w:rPr>
            </w:pPr>
            <w:r w:rsidRPr="0045708F">
              <w:rPr>
                <w:sz w:val="20"/>
              </w:rPr>
              <w:t>Bioodpady</w:t>
            </w:r>
          </w:p>
        </w:tc>
        <w:tc>
          <w:tcPr>
            <w:tcW w:w="1559" w:type="dxa"/>
            <w:vAlign w:val="center"/>
          </w:tcPr>
          <w:p w14:paraId="6FB45EEF" w14:textId="7078437F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75AAF1A1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3A04A29A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5EDEC430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231941E7" w14:textId="77777777" w:rsidR="0045708F" w:rsidRPr="00266094" w:rsidRDefault="0045708F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45708F" w:rsidRPr="00266094" w14:paraId="49A35026" w14:textId="77777777" w:rsidTr="0045708F">
        <w:trPr>
          <w:cantSplit/>
          <w:trHeight w:val="300"/>
        </w:trPr>
        <w:tc>
          <w:tcPr>
            <w:tcW w:w="1140" w:type="dxa"/>
            <w:gridSpan w:val="2"/>
            <w:vMerge/>
            <w:tcBorders>
              <w:top w:val="nil"/>
            </w:tcBorders>
            <w:vAlign w:val="center"/>
          </w:tcPr>
          <w:p w14:paraId="322EDA85" w14:textId="72C697C6" w:rsidR="0045708F" w:rsidRPr="0045708F" w:rsidRDefault="0045708F" w:rsidP="009E2299">
            <w:pPr>
              <w:spacing w:before="120" w:after="120"/>
              <w:rPr>
                <w:sz w:val="20"/>
              </w:rPr>
            </w:pPr>
          </w:p>
        </w:tc>
        <w:tc>
          <w:tcPr>
            <w:tcW w:w="2121" w:type="dxa"/>
            <w:vAlign w:val="center"/>
          </w:tcPr>
          <w:p w14:paraId="50C498EA" w14:textId="47B98961" w:rsidR="0045708F" w:rsidRPr="0045708F" w:rsidRDefault="0045708F" w:rsidP="0045708F">
            <w:pPr>
              <w:spacing w:before="120" w:after="120"/>
              <w:rPr>
                <w:sz w:val="20"/>
              </w:rPr>
            </w:pPr>
            <w:r w:rsidRPr="0045708F">
              <w:rPr>
                <w:sz w:val="20"/>
              </w:rPr>
              <w:t>Popiół, żużel</w:t>
            </w:r>
          </w:p>
        </w:tc>
        <w:tc>
          <w:tcPr>
            <w:tcW w:w="1559" w:type="dxa"/>
            <w:vAlign w:val="center"/>
          </w:tcPr>
          <w:p w14:paraId="4A81FD4D" w14:textId="3974CC0B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77DF5CC5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4EF6DDB0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6FA386F8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6F7DD6B8" w14:textId="77777777" w:rsidR="0045708F" w:rsidRPr="00266094" w:rsidRDefault="0045708F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45708F" w:rsidRPr="00266094" w14:paraId="0400BD1D" w14:textId="77777777" w:rsidTr="0008627E">
        <w:trPr>
          <w:cantSplit/>
          <w:trHeight w:val="300"/>
        </w:trPr>
        <w:tc>
          <w:tcPr>
            <w:tcW w:w="3261" w:type="dxa"/>
            <w:gridSpan w:val="3"/>
            <w:vAlign w:val="center"/>
          </w:tcPr>
          <w:p w14:paraId="346EB86C" w14:textId="3C2186B7" w:rsidR="0045708F" w:rsidRPr="0045708F" w:rsidRDefault="0045708F" w:rsidP="009E2299">
            <w:pPr>
              <w:spacing w:before="120" w:after="120"/>
              <w:rPr>
                <w:sz w:val="20"/>
              </w:rPr>
            </w:pPr>
            <w:r w:rsidRPr="0045708F">
              <w:rPr>
                <w:sz w:val="20"/>
              </w:rPr>
              <w:t>Przeterminowane leki</w:t>
            </w:r>
          </w:p>
        </w:tc>
        <w:tc>
          <w:tcPr>
            <w:tcW w:w="1559" w:type="dxa"/>
            <w:vAlign w:val="center"/>
          </w:tcPr>
          <w:p w14:paraId="16A5E160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74C3E70E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1A83F35B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531BB9DB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69B5F18E" w14:textId="77777777" w:rsidR="0045708F" w:rsidRPr="00266094" w:rsidRDefault="0045708F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45708F" w:rsidRPr="00266094" w14:paraId="7DBC821E" w14:textId="77777777" w:rsidTr="0008627E">
        <w:trPr>
          <w:cantSplit/>
          <w:trHeight w:val="300"/>
        </w:trPr>
        <w:tc>
          <w:tcPr>
            <w:tcW w:w="3261" w:type="dxa"/>
            <w:gridSpan w:val="3"/>
            <w:vAlign w:val="center"/>
          </w:tcPr>
          <w:p w14:paraId="73E4011D" w14:textId="2214B9E9" w:rsidR="0045708F" w:rsidRPr="0045708F" w:rsidRDefault="0045708F" w:rsidP="009E2299">
            <w:pPr>
              <w:spacing w:before="120" w:after="120"/>
              <w:rPr>
                <w:sz w:val="20"/>
              </w:rPr>
            </w:pPr>
            <w:r w:rsidRPr="0045708F">
              <w:rPr>
                <w:sz w:val="20"/>
              </w:rPr>
              <w:t>Zużyte baterie</w:t>
            </w:r>
          </w:p>
        </w:tc>
        <w:tc>
          <w:tcPr>
            <w:tcW w:w="1559" w:type="dxa"/>
            <w:vAlign w:val="center"/>
          </w:tcPr>
          <w:p w14:paraId="0D0B9C6A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117C511F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14:paraId="6940D818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77AEF5A5" w14:textId="77777777" w:rsidR="0045708F" w:rsidRDefault="0045708F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0E12AE7C" w14:textId="77777777" w:rsidR="0045708F" w:rsidRPr="00266094" w:rsidRDefault="0045708F" w:rsidP="009E2299">
            <w:pPr>
              <w:spacing w:before="240"/>
              <w:jc w:val="center"/>
              <w:rPr>
                <w:bCs/>
              </w:rPr>
            </w:pPr>
          </w:p>
        </w:tc>
      </w:tr>
      <w:tr w:rsidR="00894970" w:rsidRPr="00266094" w14:paraId="646D2B95" w14:textId="77777777" w:rsidTr="0008627E">
        <w:trPr>
          <w:cantSplit/>
          <w:trHeight w:val="567"/>
        </w:trPr>
        <w:tc>
          <w:tcPr>
            <w:tcW w:w="6096" w:type="dxa"/>
            <w:gridSpan w:val="5"/>
            <w:vAlign w:val="center"/>
          </w:tcPr>
          <w:p w14:paraId="34F820CB" w14:textId="77777777" w:rsidR="00894970" w:rsidRDefault="00894970" w:rsidP="009E22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275" w:type="dxa"/>
          </w:tcPr>
          <w:p w14:paraId="2E0EE716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1343" w:type="dxa"/>
            <w:vAlign w:val="center"/>
          </w:tcPr>
          <w:p w14:paraId="0CC3FA95" w14:textId="77777777" w:rsidR="00894970" w:rsidRDefault="00894970" w:rsidP="009E2299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vAlign w:val="center"/>
          </w:tcPr>
          <w:p w14:paraId="5570D376" w14:textId="77777777" w:rsidR="00894970" w:rsidRPr="00266094" w:rsidRDefault="00894970" w:rsidP="009E2299">
            <w:pPr>
              <w:spacing w:before="240"/>
              <w:jc w:val="center"/>
              <w:rPr>
                <w:bCs/>
              </w:rPr>
            </w:pPr>
          </w:p>
        </w:tc>
      </w:tr>
    </w:tbl>
    <w:p w14:paraId="4B2DEB8A" w14:textId="77777777" w:rsidR="00791DDB" w:rsidRPr="00842667" w:rsidRDefault="00791DDB" w:rsidP="00791DDB">
      <w:pPr>
        <w:overflowPunct w:val="0"/>
        <w:autoSpaceDE w:val="0"/>
        <w:spacing w:line="276" w:lineRule="auto"/>
        <w:jc w:val="both"/>
        <w:rPr>
          <w:szCs w:val="24"/>
          <w:highlight w:val="yellow"/>
          <w:u w:val="single"/>
        </w:rPr>
      </w:pPr>
    </w:p>
    <w:p w14:paraId="3BB1E300" w14:textId="77777777" w:rsidR="00791DDB" w:rsidRPr="00842667" w:rsidRDefault="00791DDB" w:rsidP="00791DDB">
      <w:pPr>
        <w:overflowPunct w:val="0"/>
        <w:autoSpaceDE w:val="0"/>
        <w:spacing w:line="276" w:lineRule="auto"/>
        <w:jc w:val="both"/>
        <w:rPr>
          <w:szCs w:val="24"/>
        </w:rPr>
      </w:pPr>
      <w:bookmarkStart w:id="0" w:name="__DdeLink__2959_1022230509"/>
      <w:r w:rsidRPr="00842667">
        <w:rPr>
          <w:szCs w:val="24"/>
        </w:rPr>
        <w:t>P</w:t>
      </w:r>
      <w:bookmarkEnd w:id="0"/>
      <w:r w:rsidRPr="00842667">
        <w:rPr>
          <w:szCs w:val="24"/>
        </w:rPr>
        <w:t>owyższe kwoty zawierają wszelkie koszty związane z realizacją przedmiotowego zadania.</w:t>
      </w:r>
    </w:p>
    <w:p w14:paraId="325E56FC" w14:textId="77777777" w:rsidR="00791DDB" w:rsidRPr="00791DDB" w:rsidRDefault="00791DDB" w:rsidP="00791DDB">
      <w:pPr>
        <w:overflowPunct w:val="0"/>
        <w:autoSpaceDE w:val="0"/>
        <w:spacing w:line="276" w:lineRule="auto"/>
        <w:jc w:val="both"/>
        <w:rPr>
          <w:szCs w:val="24"/>
        </w:rPr>
      </w:pPr>
    </w:p>
    <w:p w14:paraId="683BCF2C" w14:textId="77777777" w:rsidR="00961DB2" w:rsidRPr="00FE0061" w:rsidRDefault="00961DB2" w:rsidP="00F84D47">
      <w:pPr>
        <w:numPr>
          <w:ilvl w:val="0"/>
          <w:numId w:val="2"/>
        </w:numPr>
        <w:ind w:left="374" w:hanging="374"/>
        <w:jc w:val="both"/>
      </w:pPr>
      <w:r w:rsidRPr="00FE0061">
        <w:t>Oświadczamy, że w cenie naszej oferty zostały uwzględnion</w:t>
      </w:r>
      <w:r w:rsidR="00194F14" w:rsidRPr="00FE0061">
        <w:t>e wszystkie koszty wynikające z </w:t>
      </w:r>
      <w:r w:rsidRPr="00FE0061">
        <w:t>wykonania zamówienia i realizacji przyszłego świadczenia umownego.</w:t>
      </w:r>
    </w:p>
    <w:p w14:paraId="5987ABB7" w14:textId="245CA156" w:rsidR="00FF7158" w:rsidRDefault="00FF7158" w:rsidP="00F84D47">
      <w:pPr>
        <w:numPr>
          <w:ilvl w:val="0"/>
          <w:numId w:val="2"/>
        </w:numPr>
        <w:jc w:val="both"/>
      </w:pPr>
      <w:r>
        <w:lastRenderedPageBreak/>
        <w:t xml:space="preserve">Oświadczamy, że przedmiot zamówienia wykonamy w okresie: </w:t>
      </w:r>
      <w:r w:rsidR="00C16682">
        <w:rPr>
          <w:b/>
        </w:rPr>
        <w:t>01.01.-31.12.202</w:t>
      </w:r>
      <w:r w:rsidR="00086DB8">
        <w:rPr>
          <w:b/>
        </w:rPr>
        <w:t>2</w:t>
      </w:r>
      <w:r w:rsidR="004943B4">
        <w:rPr>
          <w:b/>
        </w:rPr>
        <w:t xml:space="preserve"> r.</w:t>
      </w:r>
    </w:p>
    <w:p w14:paraId="44D3786D" w14:textId="070F125D" w:rsidR="00961DB2" w:rsidRPr="00FE0061" w:rsidRDefault="00961DB2" w:rsidP="00F84D47">
      <w:pPr>
        <w:numPr>
          <w:ilvl w:val="0"/>
          <w:numId w:val="2"/>
        </w:numPr>
        <w:ind w:left="374" w:hanging="374"/>
        <w:jc w:val="both"/>
      </w:pPr>
      <w:r w:rsidRPr="00FE0061">
        <w:t xml:space="preserve">Oświadczamy, że zapoznaliśmy się z </w:t>
      </w:r>
      <w:r w:rsidR="003C6CC7">
        <w:t>o</w:t>
      </w:r>
      <w:r w:rsidR="004C21CC">
        <w:t xml:space="preserve">pisem </w:t>
      </w:r>
      <w:r w:rsidR="003C6CC7">
        <w:t>p</w:t>
      </w:r>
      <w:r w:rsidR="004C21CC">
        <w:t>rzedmiotu</w:t>
      </w:r>
      <w:r w:rsidR="00194F14" w:rsidRPr="00FE0061">
        <w:t xml:space="preserve"> </w:t>
      </w:r>
      <w:r w:rsidR="003C6CC7">
        <w:t>z</w:t>
      </w:r>
      <w:r w:rsidR="00194F14" w:rsidRPr="00FE0061">
        <w:t>amówienia i </w:t>
      </w:r>
      <w:r w:rsidRPr="00FE0061">
        <w:t>nie wnosimy do nie</w:t>
      </w:r>
      <w:r w:rsidR="004C21CC">
        <w:t>go</w:t>
      </w:r>
      <w:r w:rsidRPr="00FE0061">
        <w:t xml:space="preserve"> zastrzeżeń, przyjmujemy warunki w ni</w:t>
      </w:r>
      <w:r w:rsidR="004C21CC">
        <w:t>m</w:t>
      </w:r>
      <w:r w:rsidRPr="00FE0061">
        <w:t xml:space="preserve"> zawarte oraz zdobyliśmy konieczne informacje potrzebne do właściwego wykonania zamówienia.</w:t>
      </w:r>
    </w:p>
    <w:p w14:paraId="7FBFCB7B" w14:textId="249B814E" w:rsidR="00961DB2" w:rsidRPr="00FE0061" w:rsidRDefault="00961DB2" w:rsidP="00F84D47">
      <w:pPr>
        <w:numPr>
          <w:ilvl w:val="0"/>
          <w:numId w:val="2"/>
        </w:numPr>
        <w:ind w:left="374" w:hanging="374"/>
        <w:jc w:val="both"/>
      </w:pPr>
      <w:r w:rsidRPr="00FE0061">
        <w:t xml:space="preserve">Oświadczamy, </w:t>
      </w:r>
      <w:r w:rsidR="003C6CC7">
        <w:t xml:space="preserve">że </w:t>
      </w:r>
      <w:r w:rsidRPr="00FE0061">
        <w:t xml:space="preserve">w przypadku wyboru naszej oferty podpiszemy umowę w terminie i miejscu zaproponowanym przez Zamawiającego nie później jednak niż do końca okresu związania ofertą.  </w:t>
      </w:r>
    </w:p>
    <w:p w14:paraId="7BEE1E5F" w14:textId="77777777" w:rsidR="00961DB2" w:rsidRPr="009A79E3" w:rsidRDefault="00961DB2" w:rsidP="00F84D47">
      <w:pPr>
        <w:numPr>
          <w:ilvl w:val="0"/>
          <w:numId w:val="2"/>
        </w:numPr>
        <w:ind w:left="374" w:hanging="374"/>
        <w:jc w:val="both"/>
      </w:pPr>
      <w:r w:rsidRPr="00FE0061">
        <w:t xml:space="preserve">Oświadczamy, że uważamy się za związanych niniejszą ofertą przez okres </w:t>
      </w:r>
      <w:r w:rsidR="00C16682">
        <w:rPr>
          <w:b/>
        </w:rPr>
        <w:t>3</w:t>
      </w:r>
      <w:r w:rsidRPr="009A79E3">
        <w:rPr>
          <w:b/>
        </w:rPr>
        <w:t>0</w:t>
      </w:r>
      <w:r w:rsidRPr="009A79E3">
        <w:t xml:space="preserve"> dni.</w:t>
      </w:r>
    </w:p>
    <w:p w14:paraId="21147F02" w14:textId="77777777" w:rsidR="002420D3" w:rsidRPr="009A79E3" w:rsidRDefault="002420D3" w:rsidP="00F84D47">
      <w:pPr>
        <w:numPr>
          <w:ilvl w:val="0"/>
          <w:numId w:val="2"/>
        </w:numPr>
        <w:ind w:left="374" w:hanging="374"/>
        <w:jc w:val="both"/>
      </w:pPr>
      <w:r w:rsidRPr="009A79E3">
        <w:t>Oświadczamy, że w przypadku zatrudnienia podwykonawców odpowiadamy za ich pracę jak za własną.</w:t>
      </w:r>
    </w:p>
    <w:p w14:paraId="2A593E7A" w14:textId="77777777" w:rsidR="002420D3" w:rsidRPr="009A79E3" w:rsidRDefault="002420D3" w:rsidP="00F84D47">
      <w:pPr>
        <w:numPr>
          <w:ilvl w:val="0"/>
          <w:numId w:val="2"/>
        </w:numPr>
        <w:ind w:left="374" w:hanging="374"/>
        <w:jc w:val="both"/>
      </w:pPr>
      <w:r w:rsidRPr="009A79E3">
        <w:rPr>
          <w:i/>
          <w:iCs/>
        </w:rPr>
        <w:t>Pełnomocnik w przypadku składania oferty wspólnej:</w:t>
      </w:r>
    </w:p>
    <w:p w14:paraId="3CBEA47D" w14:textId="77777777" w:rsidR="002420D3" w:rsidRPr="009A79E3" w:rsidRDefault="002420D3" w:rsidP="00664542">
      <w:pPr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Nazwisko, imię ....................................................................................................</w:t>
      </w:r>
    </w:p>
    <w:p w14:paraId="78B924E6" w14:textId="77777777" w:rsidR="002420D3" w:rsidRPr="009A79E3" w:rsidRDefault="002420D3" w:rsidP="00664542">
      <w:pPr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Stanowisko ...........................................................................................................</w:t>
      </w:r>
    </w:p>
    <w:p w14:paraId="71C9956C" w14:textId="77777777" w:rsidR="002420D3" w:rsidRPr="009A79E3" w:rsidRDefault="002420D3" w:rsidP="00664542">
      <w:pPr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Telefon ................................................... Fax .........................................................</w:t>
      </w:r>
    </w:p>
    <w:p w14:paraId="5D763277" w14:textId="77777777" w:rsidR="002420D3" w:rsidRPr="009A79E3" w:rsidRDefault="002420D3" w:rsidP="00664542">
      <w:pPr>
        <w:ind w:firstLine="374"/>
        <w:rPr>
          <w:rFonts w:eastAsia="SimSun"/>
          <w:sz w:val="22"/>
        </w:rPr>
      </w:pPr>
      <w:r w:rsidRPr="009A79E3">
        <w:rPr>
          <w:rFonts w:eastAsia="SimSun"/>
          <w:i/>
          <w:iCs/>
          <w:sz w:val="22"/>
        </w:rPr>
        <w:t>Zakres*:</w:t>
      </w:r>
    </w:p>
    <w:p w14:paraId="1A7ADE2B" w14:textId="77777777" w:rsidR="002420D3" w:rsidRPr="009A79E3" w:rsidRDefault="002420D3" w:rsidP="00664542">
      <w:pPr>
        <w:ind w:firstLine="748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- do reprezentowania w postępowaniu</w:t>
      </w:r>
    </w:p>
    <w:p w14:paraId="76A9D06A" w14:textId="77777777" w:rsidR="002420D3" w:rsidRPr="009A79E3" w:rsidRDefault="002420D3" w:rsidP="00664542">
      <w:pPr>
        <w:ind w:firstLine="748"/>
        <w:jc w:val="both"/>
        <w:rPr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- do reprezentowania w postępowaniu i zawarcia umowy</w:t>
      </w:r>
    </w:p>
    <w:p w14:paraId="6BAD6692" w14:textId="77777777" w:rsidR="00AE4B3E" w:rsidRPr="00834906" w:rsidRDefault="00AE4B3E" w:rsidP="00F84D47">
      <w:pPr>
        <w:numPr>
          <w:ilvl w:val="0"/>
          <w:numId w:val="2"/>
        </w:numPr>
        <w:ind w:left="374" w:hanging="374"/>
        <w:jc w:val="both"/>
      </w:pPr>
      <w:r w:rsidRPr="00CD2811">
        <w:rPr>
          <w:iCs/>
        </w:rPr>
        <w:t>Oświadczam</w:t>
      </w:r>
      <w:r>
        <w:rPr>
          <w:iCs/>
        </w:rPr>
        <w:t>y</w:t>
      </w:r>
      <w:r w:rsidRPr="00CD2811">
        <w:rPr>
          <w:iCs/>
        </w:rPr>
        <w:t>, że wypełni</w:t>
      </w:r>
      <w:r w:rsidR="00C16682">
        <w:rPr>
          <w:iCs/>
        </w:rPr>
        <w:t>liśmy</w:t>
      </w:r>
      <w:r w:rsidRPr="00CD2811">
        <w:rPr>
          <w:iCs/>
        </w:rPr>
        <w:t xml:space="preserve"> obowiązki informacyjne przewidziane w art. 13 lub art. 14 RODO</w:t>
      </w:r>
      <w:r>
        <w:rPr>
          <w:iCs/>
          <w:vertAlign w:val="superscript"/>
        </w:rPr>
        <w:t>4</w:t>
      </w:r>
      <w:r w:rsidRPr="00CD2811">
        <w:rPr>
          <w:iCs/>
          <w:vertAlign w:val="superscript"/>
        </w:rPr>
        <w:t>)</w:t>
      </w:r>
      <w:r w:rsidRPr="00CD2811">
        <w:rPr>
          <w:iCs/>
        </w:rPr>
        <w:t xml:space="preserve"> wobec osób fizycznych, od których dane osobowe bezpośrednio lub pośrednio pozyska</w:t>
      </w:r>
      <w:r w:rsidR="00C16682">
        <w:rPr>
          <w:iCs/>
        </w:rPr>
        <w:t>liśmy</w:t>
      </w:r>
      <w:r w:rsidRPr="00CD2811">
        <w:rPr>
          <w:iCs/>
        </w:rPr>
        <w:t xml:space="preserve"> w celu ubiegania się o udzielenie zamówienia publicznego w niniejszym postępowaniu.</w:t>
      </w:r>
    </w:p>
    <w:p w14:paraId="7644D6D0" w14:textId="77777777" w:rsidR="002420D3" w:rsidRPr="009A79E3" w:rsidRDefault="002420D3" w:rsidP="00F84D47">
      <w:pPr>
        <w:numPr>
          <w:ilvl w:val="0"/>
          <w:numId w:val="2"/>
        </w:numPr>
        <w:ind w:left="374" w:hanging="374"/>
        <w:jc w:val="both"/>
      </w:pPr>
      <w:r w:rsidRPr="009A79E3">
        <w:t xml:space="preserve">Oferta została złożona na ........... zapisanych stronach, kolejno ponumerowanych. </w:t>
      </w:r>
    </w:p>
    <w:p w14:paraId="49F1D96E" w14:textId="77777777" w:rsidR="002420D3" w:rsidRPr="009A79E3" w:rsidRDefault="002420D3" w:rsidP="00F84D47">
      <w:pPr>
        <w:numPr>
          <w:ilvl w:val="0"/>
          <w:numId w:val="2"/>
        </w:numPr>
        <w:ind w:left="374" w:hanging="374"/>
        <w:jc w:val="both"/>
      </w:pPr>
      <w:r w:rsidRPr="009A79E3">
        <w:t>Integralną część oferty stanowią następujące dokumenty.</w:t>
      </w:r>
    </w:p>
    <w:p w14:paraId="5E2F3224" w14:textId="77777777" w:rsidR="002420D3" w:rsidRPr="009A79E3" w:rsidRDefault="002420D3" w:rsidP="00F84D47">
      <w:pPr>
        <w:numPr>
          <w:ilvl w:val="1"/>
          <w:numId w:val="1"/>
        </w:numPr>
        <w:tabs>
          <w:tab w:val="clear" w:pos="1440"/>
          <w:tab w:val="num" w:pos="748"/>
        </w:tabs>
        <w:ind w:left="748" w:hanging="374"/>
        <w:jc w:val="both"/>
      </w:pPr>
      <w:r w:rsidRPr="009A79E3">
        <w:t>............................................................................</w:t>
      </w:r>
    </w:p>
    <w:p w14:paraId="53A37F78" w14:textId="77777777" w:rsidR="002420D3" w:rsidRPr="009A79E3" w:rsidRDefault="002420D3" w:rsidP="00F84D47">
      <w:pPr>
        <w:numPr>
          <w:ilvl w:val="1"/>
          <w:numId w:val="1"/>
        </w:numPr>
        <w:tabs>
          <w:tab w:val="clear" w:pos="1440"/>
          <w:tab w:val="num" w:pos="748"/>
        </w:tabs>
        <w:ind w:left="748" w:hanging="374"/>
        <w:jc w:val="both"/>
      </w:pPr>
      <w:r w:rsidRPr="009A79E3">
        <w:t>............................................................................</w:t>
      </w:r>
    </w:p>
    <w:p w14:paraId="425E0A1E" w14:textId="77777777" w:rsidR="002420D3" w:rsidRPr="009A79E3" w:rsidRDefault="002420D3" w:rsidP="00F84D47">
      <w:pPr>
        <w:numPr>
          <w:ilvl w:val="1"/>
          <w:numId w:val="1"/>
        </w:numPr>
        <w:tabs>
          <w:tab w:val="clear" w:pos="1440"/>
          <w:tab w:val="num" w:pos="748"/>
        </w:tabs>
        <w:ind w:left="748" w:hanging="374"/>
        <w:jc w:val="both"/>
      </w:pPr>
      <w:r w:rsidRPr="009A79E3">
        <w:t>............................................................................</w:t>
      </w:r>
    </w:p>
    <w:p w14:paraId="2CB6ED7A" w14:textId="77777777" w:rsidR="002420D3" w:rsidRDefault="002420D3" w:rsidP="00F84D47">
      <w:pPr>
        <w:numPr>
          <w:ilvl w:val="1"/>
          <w:numId w:val="1"/>
        </w:numPr>
        <w:tabs>
          <w:tab w:val="clear" w:pos="1440"/>
          <w:tab w:val="num" w:pos="748"/>
        </w:tabs>
        <w:ind w:left="748" w:hanging="374"/>
        <w:jc w:val="both"/>
      </w:pPr>
      <w:r w:rsidRPr="009A79E3">
        <w:t>...........................................................................</w:t>
      </w:r>
    </w:p>
    <w:p w14:paraId="00C12D3A" w14:textId="77777777" w:rsidR="00C16682" w:rsidRDefault="00C16682" w:rsidP="00C16682">
      <w:pPr>
        <w:ind w:left="748"/>
        <w:jc w:val="both"/>
      </w:pPr>
    </w:p>
    <w:p w14:paraId="0DF0BDA0" w14:textId="77777777" w:rsidR="00C16682" w:rsidRDefault="00C16682" w:rsidP="00C16682">
      <w:pPr>
        <w:ind w:left="748"/>
        <w:jc w:val="both"/>
      </w:pPr>
    </w:p>
    <w:p w14:paraId="67A75567" w14:textId="77777777" w:rsidR="00C16682" w:rsidRPr="009A79E3" w:rsidRDefault="00C16682" w:rsidP="00C16682">
      <w:pPr>
        <w:tabs>
          <w:tab w:val="num" w:pos="748"/>
        </w:tabs>
        <w:ind w:left="748"/>
        <w:jc w:val="both"/>
      </w:pPr>
    </w:p>
    <w:p w14:paraId="19843131" w14:textId="77777777" w:rsidR="00961DB2" w:rsidRPr="009A79E3" w:rsidRDefault="00476342" w:rsidP="00F765E4">
      <w:pPr>
        <w:pStyle w:val="Tekstpodstawowy3"/>
        <w:spacing w:line="276" w:lineRule="auto"/>
        <w:ind w:left="4732" w:firstLine="708"/>
        <w:rPr>
          <w:b w:val="0"/>
          <w:i w:val="0"/>
          <w:sz w:val="24"/>
          <w:szCs w:val="24"/>
        </w:rPr>
      </w:pPr>
      <w:r w:rsidRPr="009A79E3">
        <w:rPr>
          <w:b w:val="0"/>
          <w:i w:val="0"/>
          <w:sz w:val="24"/>
          <w:szCs w:val="24"/>
        </w:rPr>
        <w:t xml:space="preserve">  </w:t>
      </w:r>
      <w:r w:rsidR="00961DB2" w:rsidRPr="009A79E3">
        <w:rPr>
          <w:b w:val="0"/>
          <w:i w:val="0"/>
          <w:sz w:val="24"/>
          <w:szCs w:val="24"/>
        </w:rPr>
        <w:t>...........................................................</w:t>
      </w:r>
    </w:p>
    <w:p w14:paraId="7F5FDBA5" w14:textId="77777777" w:rsidR="00961DB2" w:rsidRPr="009A79E3" w:rsidRDefault="00961DB2" w:rsidP="00F765E4">
      <w:pPr>
        <w:spacing w:line="276" w:lineRule="auto"/>
        <w:ind w:left="5440" w:hanging="89"/>
        <w:jc w:val="center"/>
        <w:rPr>
          <w:i/>
          <w:iCs/>
          <w:sz w:val="20"/>
        </w:rPr>
      </w:pPr>
      <w:r w:rsidRPr="009A79E3">
        <w:rPr>
          <w:i/>
          <w:iCs/>
          <w:sz w:val="20"/>
        </w:rPr>
        <w:t xml:space="preserve">podpisy osób uprawnionych do reprezentacji </w:t>
      </w:r>
      <w:r w:rsidR="00476342" w:rsidRPr="009A79E3">
        <w:rPr>
          <w:i/>
          <w:iCs/>
          <w:sz w:val="20"/>
        </w:rPr>
        <w:t xml:space="preserve">      </w:t>
      </w:r>
      <w:r w:rsidR="004D4F35" w:rsidRPr="009A79E3">
        <w:rPr>
          <w:i/>
          <w:iCs/>
          <w:sz w:val="20"/>
        </w:rPr>
        <w:t xml:space="preserve">         </w:t>
      </w:r>
      <w:r w:rsidRPr="009A79E3">
        <w:rPr>
          <w:i/>
          <w:iCs/>
          <w:sz w:val="20"/>
        </w:rPr>
        <w:t>Wykonawcy lub Pełnomocnika</w:t>
      </w:r>
    </w:p>
    <w:p w14:paraId="1B7A47A6" w14:textId="77777777" w:rsidR="000C6F8B" w:rsidRDefault="000C6F8B">
      <w:pPr>
        <w:rPr>
          <w:b/>
          <w:bCs/>
          <w:i/>
          <w:iCs/>
          <w:sz w:val="22"/>
        </w:rPr>
      </w:pPr>
    </w:p>
    <w:p w14:paraId="3D1B64C6" w14:textId="77777777" w:rsidR="00004AE5" w:rsidRDefault="00004AE5">
      <w:pPr>
        <w:rPr>
          <w:b/>
          <w:bCs/>
          <w:i/>
          <w:iCs/>
          <w:sz w:val="22"/>
        </w:rPr>
      </w:pPr>
    </w:p>
    <w:p w14:paraId="5EF5E5FB" w14:textId="77777777" w:rsidR="00004AE5" w:rsidRDefault="00004AE5">
      <w:pPr>
        <w:rPr>
          <w:b/>
          <w:bCs/>
          <w:i/>
          <w:iCs/>
          <w:sz w:val="22"/>
        </w:rPr>
      </w:pPr>
    </w:p>
    <w:p w14:paraId="1A84B729" w14:textId="77777777" w:rsidR="00004AE5" w:rsidRDefault="00004AE5">
      <w:pPr>
        <w:rPr>
          <w:b/>
          <w:bCs/>
          <w:i/>
          <w:iCs/>
          <w:sz w:val="22"/>
        </w:rPr>
      </w:pPr>
    </w:p>
    <w:p w14:paraId="707365BA" w14:textId="77777777" w:rsidR="00004AE5" w:rsidRDefault="00004AE5">
      <w:pPr>
        <w:rPr>
          <w:b/>
          <w:bCs/>
          <w:i/>
          <w:iCs/>
          <w:sz w:val="22"/>
        </w:rPr>
      </w:pPr>
    </w:p>
    <w:p w14:paraId="16127580" w14:textId="77777777" w:rsidR="00004AE5" w:rsidRDefault="00004AE5">
      <w:pPr>
        <w:rPr>
          <w:b/>
          <w:bCs/>
          <w:i/>
          <w:iCs/>
          <w:sz w:val="22"/>
        </w:rPr>
      </w:pPr>
    </w:p>
    <w:p w14:paraId="5D327CC0" w14:textId="77777777" w:rsidR="00004AE5" w:rsidRDefault="00004AE5">
      <w:pPr>
        <w:rPr>
          <w:b/>
          <w:bCs/>
          <w:i/>
          <w:iCs/>
          <w:sz w:val="22"/>
        </w:rPr>
      </w:pPr>
    </w:p>
    <w:p w14:paraId="74E8B600" w14:textId="77777777" w:rsidR="00004AE5" w:rsidRDefault="00004AE5">
      <w:pPr>
        <w:rPr>
          <w:b/>
          <w:bCs/>
          <w:i/>
          <w:iCs/>
          <w:sz w:val="22"/>
        </w:rPr>
      </w:pPr>
    </w:p>
    <w:p w14:paraId="1E9B1F8E" w14:textId="77777777" w:rsidR="00004AE5" w:rsidRPr="00004AE5" w:rsidRDefault="00004AE5" w:rsidP="00004AE5">
      <w:pPr>
        <w:rPr>
          <w:i/>
          <w:iCs/>
          <w:sz w:val="22"/>
        </w:rPr>
      </w:pPr>
      <w:r>
        <w:rPr>
          <w:i/>
          <w:iCs/>
        </w:rPr>
        <w:t>*</w:t>
      </w:r>
      <w:r w:rsidRPr="00004AE5">
        <w:rPr>
          <w:i/>
          <w:iCs/>
        </w:rPr>
        <w:t>niepotrzebne skreślić</w:t>
      </w:r>
    </w:p>
    <w:sectPr w:rsidR="00004AE5" w:rsidRPr="00004AE5" w:rsidSect="005F0154">
      <w:footerReference w:type="first" r:id="rId8"/>
      <w:pgSz w:w="11906" w:h="16838"/>
      <w:pgMar w:top="1134" w:right="991" w:bottom="1276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D5D0" w14:textId="77777777" w:rsidR="00037D0D" w:rsidRDefault="00037D0D">
      <w:r>
        <w:separator/>
      </w:r>
    </w:p>
  </w:endnote>
  <w:endnote w:type="continuationSeparator" w:id="0">
    <w:p w14:paraId="0C919189" w14:textId="77777777" w:rsidR="00037D0D" w:rsidRDefault="0003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234"/>
      <w:docPartObj>
        <w:docPartGallery w:val="Page Numbers (Bottom of Page)"/>
        <w:docPartUnique/>
      </w:docPartObj>
    </w:sdtPr>
    <w:sdtEndPr/>
    <w:sdtContent>
      <w:p w14:paraId="5ED83A92" w14:textId="77777777" w:rsidR="00AD772B" w:rsidRDefault="00AD77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84BD87E" w14:textId="77777777" w:rsidR="00AD772B" w:rsidRDefault="00AD7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CD1DF" w14:textId="77777777" w:rsidR="00037D0D" w:rsidRDefault="00037D0D">
      <w:r>
        <w:separator/>
      </w:r>
    </w:p>
  </w:footnote>
  <w:footnote w:type="continuationSeparator" w:id="0">
    <w:p w14:paraId="431667DF" w14:textId="77777777" w:rsidR="00037D0D" w:rsidRDefault="0003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B360B4"/>
    <w:multiLevelType w:val="hybridMultilevel"/>
    <w:tmpl w:val="2D1E29D0"/>
    <w:lvl w:ilvl="0" w:tplc="9BCC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78"/>
    <w:rsid w:val="00000307"/>
    <w:rsid w:val="000007A4"/>
    <w:rsid w:val="00004AE5"/>
    <w:rsid w:val="00006589"/>
    <w:rsid w:val="00007581"/>
    <w:rsid w:val="0001261D"/>
    <w:rsid w:val="000151B0"/>
    <w:rsid w:val="000209C1"/>
    <w:rsid w:val="000234AE"/>
    <w:rsid w:val="00026148"/>
    <w:rsid w:val="000304DA"/>
    <w:rsid w:val="00030D2A"/>
    <w:rsid w:val="00034075"/>
    <w:rsid w:val="00035311"/>
    <w:rsid w:val="00036054"/>
    <w:rsid w:val="000364F5"/>
    <w:rsid w:val="0003704E"/>
    <w:rsid w:val="000370D0"/>
    <w:rsid w:val="00037D0D"/>
    <w:rsid w:val="000403DC"/>
    <w:rsid w:val="0004046F"/>
    <w:rsid w:val="00043D39"/>
    <w:rsid w:val="00044536"/>
    <w:rsid w:val="0004556F"/>
    <w:rsid w:val="0004576E"/>
    <w:rsid w:val="00045BC4"/>
    <w:rsid w:val="00050368"/>
    <w:rsid w:val="0005279A"/>
    <w:rsid w:val="000528A6"/>
    <w:rsid w:val="000528F1"/>
    <w:rsid w:val="000529D6"/>
    <w:rsid w:val="000542ED"/>
    <w:rsid w:val="0005472E"/>
    <w:rsid w:val="0005507D"/>
    <w:rsid w:val="00055F3D"/>
    <w:rsid w:val="00056D7F"/>
    <w:rsid w:val="00057174"/>
    <w:rsid w:val="0005795F"/>
    <w:rsid w:val="000579C4"/>
    <w:rsid w:val="000608D9"/>
    <w:rsid w:val="000608DB"/>
    <w:rsid w:val="00060F0B"/>
    <w:rsid w:val="00061D33"/>
    <w:rsid w:val="00061FC1"/>
    <w:rsid w:val="000723E7"/>
    <w:rsid w:val="000747F3"/>
    <w:rsid w:val="00075823"/>
    <w:rsid w:val="00075ED7"/>
    <w:rsid w:val="00075F21"/>
    <w:rsid w:val="0007669B"/>
    <w:rsid w:val="00080106"/>
    <w:rsid w:val="0008157A"/>
    <w:rsid w:val="0008218C"/>
    <w:rsid w:val="0008627E"/>
    <w:rsid w:val="00086B85"/>
    <w:rsid w:val="00086DB8"/>
    <w:rsid w:val="00091244"/>
    <w:rsid w:val="00092C8E"/>
    <w:rsid w:val="00093CBC"/>
    <w:rsid w:val="000A22C4"/>
    <w:rsid w:val="000A6FEE"/>
    <w:rsid w:val="000B033E"/>
    <w:rsid w:val="000B037C"/>
    <w:rsid w:val="000B2BB9"/>
    <w:rsid w:val="000B357B"/>
    <w:rsid w:val="000B3632"/>
    <w:rsid w:val="000B3CDE"/>
    <w:rsid w:val="000B47BF"/>
    <w:rsid w:val="000B549C"/>
    <w:rsid w:val="000B554F"/>
    <w:rsid w:val="000B5CEC"/>
    <w:rsid w:val="000B6A05"/>
    <w:rsid w:val="000B6E08"/>
    <w:rsid w:val="000B7C97"/>
    <w:rsid w:val="000C0F45"/>
    <w:rsid w:val="000C2554"/>
    <w:rsid w:val="000C344D"/>
    <w:rsid w:val="000C3947"/>
    <w:rsid w:val="000C6DCA"/>
    <w:rsid w:val="000C6F8B"/>
    <w:rsid w:val="000D22C8"/>
    <w:rsid w:val="000D27DA"/>
    <w:rsid w:val="000D454F"/>
    <w:rsid w:val="000D62F5"/>
    <w:rsid w:val="000E034E"/>
    <w:rsid w:val="000E1CE5"/>
    <w:rsid w:val="000E283E"/>
    <w:rsid w:val="000E2AAC"/>
    <w:rsid w:val="000E3702"/>
    <w:rsid w:val="000E3B3E"/>
    <w:rsid w:val="000F7EDD"/>
    <w:rsid w:val="001017EC"/>
    <w:rsid w:val="00101DDE"/>
    <w:rsid w:val="00102FD2"/>
    <w:rsid w:val="00105208"/>
    <w:rsid w:val="001056E1"/>
    <w:rsid w:val="0010571B"/>
    <w:rsid w:val="00110453"/>
    <w:rsid w:val="00110C75"/>
    <w:rsid w:val="00112846"/>
    <w:rsid w:val="00117884"/>
    <w:rsid w:val="001210E8"/>
    <w:rsid w:val="00122895"/>
    <w:rsid w:val="00124367"/>
    <w:rsid w:val="001245AD"/>
    <w:rsid w:val="001314A2"/>
    <w:rsid w:val="00132FA5"/>
    <w:rsid w:val="00133D64"/>
    <w:rsid w:val="001343D3"/>
    <w:rsid w:val="00135956"/>
    <w:rsid w:val="00135F06"/>
    <w:rsid w:val="0014194B"/>
    <w:rsid w:val="0014311C"/>
    <w:rsid w:val="001462E8"/>
    <w:rsid w:val="001463FE"/>
    <w:rsid w:val="00146986"/>
    <w:rsid w:val="00146A5A"/>
    <w:rsid w:val="00147884"/>
    <w:rsid w:val="00151618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66C4"/>
    <w:rsid w:val="001800C5"/>
    <w:rsid w:val="00180242"/>
    <w:rsid w:val="00180CDB"/>
    <w:rsid w:val="00181194"/>
    <w:rsid w:val="001852F5"/>
    <w:rsid w:val="00187117"/>
    <w:rsid w:val="00187DB2"/>
    <w:rsid w:val="001903B3"/>
    <w:rsid w:val="00191C6F"/>
    <w:rsid w:val="00194F14"/>
    <w:rsid w:val="00194F24"/>
    <w:rsid w:val="00196F5C"/>
    <w:rsid w:val="001A1A2A"/>
    <w:rsid w:val="001A4212"/>
    <w:rsid w:val="001A4C11"/>
    <w:rsid w:val="001A5B77"/>
    <w:rsid w:val="001B0FB3"/>
    <w:rsid w:val="001B12EA"/>
    <w:rsid w:val="001B2DE8"/>
    <w:rsid w:val="001B2F93"/>
    <w:rsid w:val="001B382A"/>
    <w:rsid w:val="001B41BB"/>
    <w:rsid w:val="001B46D1"/>
    <w:rsid w:val="001B5CA8"/>
    <w:rsid w:val="001B69B5"/>
    <w:rsid w:val="001C0290"/>
    <w:rsid w:val="001C04CC"/>
    <w:rsid w:val="001C3CC9"/>
    <w:rsid w:val="001C54C3"/>
    <w:rsid w:val="001D1A7D"/>
    <w:rsid w:val="001D2C3C"/>
    <w:rsid w:val="001D3167"/>
    <w:rsid w:val="001D367E"/>
    <w:rsid w:val="001D39BF"/>
    <w:rsid w:val="001D6CA3"/>
    <w:rsid w:val="001D7ECD"/>
    <w:rsid w:val="001E0492"/>
    <w:rsid w:val="001E0EAF"/>
    <w:rsid w:val="001E11DE"/>
    <w:rsid w:val="001E1F71"/>
    <w:rsid w:val="001E4671"/>
    <w:rsid w:val="001E499C"/>
    <w:rsid w:val="001E5A0B"/>
    <w:rsid w:val="001F1829"/>
    <w:rsid w:val="001F3E6C"/>
    <w:rsid w:val="001F4525"/>
    <w:rsid w:val="001F5C94"/>
    <w:rsid w:val="0020053B"/>
    <w:rsid w:val="00203B5E"/>
    <w:rsid w:val="0020623A"/>
    <w:rsid w:val="00207257"/>
    <w:rsid w:val="0020753C"/>
    <w:rsid w:val="002110B5"/>
    <w:rsid w:val="00211299"/>
    <w:rsid w:val="002118E4"/>
    <w:rsid w:val="002127BA"/>
    <w:rsid w:val="00213674"/>
    <w:rsid w:val="00213C28"/>
    <w:rsid w:val="00214310"/>
    <w:rsid w:val="0021661A"/>
    <w:rsid w:val="00221572"/>
    <w:rsid w:val="00224F04"/>
    <w:rsid w:val="00225CF5"/>
    <w:rsid w:val="00230253"/>
    <w:rsid w:val="002330D1"/>
    <w:rsid w:val="002336FF"/>
    <w:rsid w:val="00234A54"/>
    <w:rsid w:val="002351A5"/>
    <w:rsid w:val="0023722D"/>
    <w:rsid w:val="00237455"/>
    <w:rsid w:val="002420D3"/>
    <w:rsid w:val="00242354"/>
    <w:rsid w:val="0024241B"/>
    <w:rsid w:val="00243BAD"/>
    <w:rsid w:val="00244BF5"/>
    <w:rsid w:val="0024543A"/>
    <w:rsid w:val="00246D29"/>
    <w:rsid w:val="00251F98"/>
    <w:rsid w:val="00253279"/>
    <w:rsid w:val="0025368D"/>
    <w:rsid w:val="00254AFC"/>
    <w:rsid w:val="00254DF5"/>
    <w:rsid w:val="00254EAE"/>
    <w:rsid w:val="00256C23"/>
    <w:rsid w:val="00256DFF"/>
    <w:rsid w:val="0025725C"/>
    <w:rsid w:val="00257E77"/>
    <w:rsid w:val="00260919"/>
    <w:rsid w:val="00263011"/>
    <w:rsid w:val="00264768"/>
    <w:rsid w:val="00270A31"/>
    <w:rsid w:val="002710E1"/>
    <w:rsid w:val="00273985"/>
    <w:rsid w:val="00274C4F"/>
    <w:rsid w:val="00275B35"/>
    <w:rsid w:val="00276CDC"/>
    <w:rsid w:val="00277984"/>
    <w:rsid w:val="002801EA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A0261"/>
    <w:rsid w:val="002A14E3"/>
    <w:rsid w:val="002A1CD6"/>
    <w:rsid w:val="002A4AF1"/>
    <w:rsid w:val="002A681C"/>
    <w:rsid w:val="002B1506"/>
    <w:rsid w:val="002B2931"/>
    <w:rsid w:val="002B2E4D"/>
    <w:rsid w:val="002B44B9"/>
    <w:rsid w:val="002B6124"/>
    <w:rsid w:val="002C0EC6"/>
    <w:rsid w:val="002C0EC7"/>
    <w:rsid w:val="002C4589"/>
    <w:rsid w:val="002C71BB"/>
    <w:rsid w:val="002D01DB"/>
    <w:rsid w:val="002D254A"/>
    <w:rsid w:val="002D3EA8"/>
    <w:rsid w:val="002D429E"/>
    <w:rsid w:val="002D6114"/>
    <w:rsid w:val="002D6312"/>
    <w:rsid w:val="002D681C"/>
    <w:rsid w:val="002D6A7E"/>
    <w:rsid w:val="002E2492"/>
    <w:rsid w:val="002E4246"/>
    <w:rsid w:val="002E62BF"/>
    <w:rsid w:val="002E6EB1"/>
    <w:rsid w:val="002F08FC"/>
    <w:rsid w:val="002F1F09"/>
    <w:rsid w:val="002F4200"/>
    <w:rsid w:val="002F5F47"/>
    <w:rsid w:val="002F7FBE"/>
    <w:rsid w:val="00300557"/>
    <w:rsid w:val="00304430"/>
    <w:rsid w:val="00304F0C"/>
    <w:rsid w:val="00306115"/>
    <w:rsid w:val="00306438"/>
    <w:rsid w:val="0030666B"/>
    <w:rsid w:val="00307A34"/>
    <w:rsid w:val="003110CB"/>
    <w:rsid w:val="00311185"/>
    <w:rsid w:val="003127E3"/>
    <w:rsid w:val="003139CC"/>
    <w:rsid w:val="003173FC"/>
    <w:rsid w:val="003177E4"/>
    <w:rsid w:val="00317EBD"/>
    <w:rsid w:val="0032012F"/>
    <w:rsid w:val="00320828"/>
    <w:rsid w:val="00320C2C"/>
    <w:rsid w:val="00321201"/>
    <w:rsid w:val="0032130A"/>
    <w:rsid w:val="00322AE9"/>
    <w:rsid w:val="00323236"/>
    <w:rsid w:val="003266A0"/>
    <w:rsid w:val="00327664"/>
    <w:rsid w:val="00327BF6"/>
    <w:rsid w:val="00332502"/>
    <w:rsid w:val="0033281A"/>
    <w:rsid w:val="003350E3"/>
    <w:rsid w:val="00335D2B"/>
    <w:rsid w:val="00337B0D"/>
    <w:rsid w:val="003421DD"/>
    <w:rsid w:val="00342B5F"/>
    <w:rsid w:val="00342E49"/>
    <w:rsid w:val="003441CA"/>
    <w:rsid w:val="00346B0F"/>
    <w:rsid w:val="00350CE0"/>
    <w:rsid w:val="00350F8B"/>
    <w:rsid w:val="00351D1A"/>
    <w:rsid w:val="003521CC"/>
    <w:rsid w:val="003533FD"/>
    <w:rsid w:val="00353777"/>
    <w:rsid w:val="00354783"/>
    <w:rsid w:val="00355467"/>
    <w:rsid w:val="0035558D"/>
    <w:rsid w:val="003559D2"/>
    <w:rsid w:val="00356788"/>
    <w:rsid w:val="00356C0F"/>
    <w:rsid w:val="0035716D"/>
    <w:rsid w:val="00361189"/>
    <w:rsid w:val="00364825"/>
    <w:rsid w:val="00366D1F"/>
    <w:rsid w:val="00367376"/>
    <w:rsid w:val="003706DD"/>
    <w:rsid w:val="00374D59"/>
    <w:rsid w:val="00377D21"/>
    <w:rsid w:val="0038100D"/>
    <w:rsid w:val="00382240"/>
    <w:rsid w:val="00384EF7"/>
    <w:rsid w:val="00387E91"/>
    <w:rsid w:val="003914CD"/>
    <w:rsid w:val="00392A2A"/>
    <w:rsid w:val="003951E2"/>
    <w:rsid w:val="00395E51"/>
    <w:rsid w:val="00396AD9"/>
    <w:rsid w:val="00396E23"/>
    <w:rsid w:val="00397618"/>
    <w:rsid w:val="003A23E4"/>
    <w:rsid w:val="003A757C"/>
    <w:rsid w:val="003A7730"/>
    <w:rsid w:val="003B19E2"/>
    <w:rsid w:val="003B1E3C"/>
    <w:rsid w:val="003B3227"/>
    <w:rsid w:val="003B4168"/>
    <w:rsid w:val="003B5093"/>
    <w:rsid w:val="003B63DA"/>
    <w:rsid w:val="003B7216"/>
    <w:rsid w:val="003B73E3"/>
    <w:rsid w:val="003C3A65"/>
    <w:rsid w:val="003C50EE"/>
    <w:rsid w:val="003C611D"/>
    <w:rsid w:val="003C6202"/>
    <w:rsid w:val="003C6374"/>
    <w:rsid w:val="003C6CC7"/>
    <w:rsid w:val="003D0D93"/>
    <w:rsid w:val="003D1004"/>
    <w:rsid w:val="003D33BB"/>
    <w:rsid w:val="003D3C12"/>
    <w:rsid w:val="003D6BA4"/>
    <w:rsid w:val="003D6FE8"/>
    <w:rsid w:val="003D7518"/>
    <w:rsid w:val="003D76AC"/>
    <w:rsid w:val="003D7EA9"/>
    <w:rsid w:val="003E7CCA"/>
    <w:rsid w:val="003F1285"/>
    <w:rsid w:val="003F2316"/>
    <w:rsid w:val="003F3719"/>
    <w:rsid w:val="003F48BD"/>
    <w:rsid w:val="00400018"/>
    <w:rsid w:val="00400DC5"/>
    <w:rsid w:val="004012C1"/>
    <w:rsid w:val="00403DDD"/>
    <w:rsid w:val="0040582A"/>
    <w:rsid w:val="00411C35"/>
    <w:rsid w:val="00412076"/>
    <w:rsid w:val="004128BC"/>
    <w:rsid w:val="00412B22"/>
    <w:rsid w:val="00415C7B"/>
    <w:rsid w:val="004171C0"/>
    <w:rsid w:val="00420A53"/>
    <w:rsid w:val="00420DA2"/>
    <w:rsid w:val="00422EFA"/>
    <w:rsid w:val="00423BA7"/>
    <w:rsid w:val="00423D55"/>
    <w:rsid w:val="004271E6"/>
    <w:rsid w:val="00427AE5"/>
    <w:rsid w:val="004317DC"/>
    <w:rsid w:val="00433336"/>
    <w:rsid w:val="00433A4C"/>
    <w:rsid w:val="00434D5E"/>
    <w:rsid w:val="00437010"/>
    <w:rsid w:val="0043771F"/>
    <w:rsid w:val="00437FA1"/>
    <w:rsid w:val="0044081D"/>
    <w:rsid w:val="00440879"/>
    <w:rsid w:val="00440B8A"/>
    <w:rsid w:val="00440C69"/>
    <w:rsid w:val="004422AD"/>
    <w:rsid w:val="004427C9"/>
    <w:rsid w:val="00442C58"/>
    <w:rsid w:val="00444F66"/>
    <w:rsid w:val="004455C1"/>
    <w:rsid w:val="0045013F"/>
    <w:rsid w:val="00451B30"/>
    <w:rsid w:val="00455C21"/>
    <w:rsid w:val="00456074"/>
    <w:rsid w:val="0045708F"/>
    <w:rsid w:val="0046011D"/>
    <w:rsid w:val="004612A3"/>
    <w:rsid w:val="00462465"/>
    <w:rsid w:val="004659A2"/>
    <w:rsid w:val="0046623E"/>
    <w:rsid w:val="00466B30"/>
    <w:rsid w:val="00467C3B"/>
    <w:rsid w:val="00470618"/>
    <w:rsid w:val="00472436"/>
    <w:rsid w:val="004756D4"/>
    <w:rsid w:val="00476342"/>
    <w:rsid w:val="00476664"/>
    <w:rsid w:val="00476B00"/>
    <w:rsid w:val="00476FEE"/>
    <w:rsid w:val="0047746C"/>
    <w:rsid w:val="00477F14"/>
    <w:rsid w:val="00480771"/>
    <w:rsid w:val="00483D15"/>
    <w:rsid w:val="00484DB0"/>
    <w:rsid w:val="00485553"/>
    <w:rsid w:val="00486A25"/>
    <w:rsid w:val="00486B16"/>
    <w:rsid w:val="00490A03"/>
    <w:rsid w:val="00490BDF"/>
    <w:rsid w:val="00492571"/>
    <w:rsid w:val="00492A4D"/>
    <w:rsid w:val="004938E2"/>
    <w:rsid w:val="00493B15"/>
    <w:rsid w:val="004943B4"/>
    <w:rsid w:val="00495BB2"/>
    <w:rsid w:val="004962DE"/>
    <w:rsid w:val="00496330"/>
    <w:rsid w:val="00497BCE"/>
    <w:rsid w:val="004A1956"/>
    <w:rsid w:val="004A278E"/>
    <w:rsid w:val="004A2A82"/>
    <w:rsid w:val="004A4140"/>
    <w:rsid w:val="004A6175"/>
    <w:rsid w:val="004A680A"/>
    <w:rsid w:val="004A6D6B"/>
    <w:rsid w:val="004A77B5"/>
    <w:rsid w:val="004B00DD"/>
    <w:rsid w:val="004B1843"/>
    <w:rsid w:val="004B2185"/>
    <w:rsid w:val="004B4076"/>
    <w:rsid w:val="004B6E52"/>
    <w:rsid w:val="004C0BDE"/>
    <w:rsid w:val="004C0E8B"/>
    <w:rsid w:val="004C1911"/>
    <w:rsid w:val="004C1DCF"/>
    <w:rsid w:val="004C21CC"/>
    <w:rsid w:val="004C3C58"/>
    <w:rsid w:val="004C591C"/>
    <w:rsid w:val="004C666B"/>
    <w:rsid w:val="004C6BA3"/>
    <w:rsid w:val="004C70F5"/>
    <w:rsid w:val="004C72E4"/>
    <w:rsid w:val="004D0257"/>
    <w:rsid w:val="004D0362"/>
    <w:rsid w:val="004D1764"/>
    <w:rsid w:val="004D4F35"/>
    <w:rsid w:val="004D7A9C"/>
    <w:rsid w:val="004E1D95"/>
    <w:rsid w:val="004E2353"/>
    <w:rsid w:val="004E3F52"/>
    <w:rsid w:val="004E4C66"/>
    <w:rsid w:val="004F083D"/>
    <w:rsid w:val="004F6076"/>
    <w:rsid w:val="0050196B"/>
    <w:rsid w:val="005057FF"/>
    <w:rsid w:val="00505F73"/>
    <w:rsid w:val="00510EEF"/>
    <w:rsid w:val="00515AFF"/>
    <w:rsid w:val="00526248"/>
    <w:rsid w:val="0052763A"/>
    <w:rsid w:val="0053108E"/>
    <w:rsid w:val="00531223"/>
    <w:rsid w:val="00531899"/>
    <w:rsid w:val="00533A4D"/>
    <w:rsid w:val="00541FBC"/>
    <w:rsid w:val="0054668B"/>
    <w:rsid w:val="005469D3"/>
    <w:rsid w:val="005478B0"/>
    <w:rsid w:val="005514E2"/>
    <w:rsid w:val="0055371A"/>
    <w:rsid w:val="00553761"/>
    <w:rsid w:val="00554D21"/>
    <w:rsid w:val="005564D6"/>
    <w:rsid w:val="00557C48"/>
    <w:rsid w:val="00557CF9"/>
    <w:rsid w:val="00560306"/>
    <w:rsid w:val="00560505"/>
    <w:rsid w:val="00560591"/>
    <w:rsid w:val="00560A46"/>
    <w:rsid w:val="005653F9"/>
    <w:rsid w:val="00566AAC"/>
    <w:rsid w:val="00567AE3"/>
    <w:rsid w:val="0057059D"/>
    <w:rsid w:val="0057263B"/>
    <w:rsid w:val="005801BE"/>
    <w:rsid w:val="00583769"/>
    <w:rsid w:val="00583AB5"/>
    <w:rsid w:val="00583E2C"/>
    <w:rsid w:val="00584177"/>
    <w:rsid w:val="005860BF"/>
    <w:rsid w:val="00587472"/>
    <w:rsid w:val="00590257"/>
    <w:rsid w:val="005904E0"/>
    <w:rsid w:val="00591D41"/>
    <w:rsid w:val="00591E65"/>
    <w:rsid w:val="00595EB1"/>
    <w:rsid w:val="005A1F1A"/>
    <w:rsid w:val="005A4656"/>
    <w:rsid w:val="005A4DAC"/>
    <w:rsid w:val="005A5DBE"/>
    <w:rsid w:val="005A6D00"/>
    <w:rsid w:val="005B1927"/>
    <w:rsid w:val="005B34E2"/>
    <w:rsid w:val="005C0223"/>
    <w:rsid w:val="005C43BB"/>
    <w:rsid w:val="005D3C92"/>
    <w:rsid w:val="005D46A8"/>
    <w:rsid w:val="005D46C0"/>
    <w:rsid w:val="005D79DA"/>
    <w:rsid w:val="005E1F18"/>
    <w:rsid w:val="005E4452"/>
    <w:rsid w:val="005E6894"/>
    <w:rsid w:val="005E6F1B"/>
    <w:rsid w:val="005E7644"/>
    <w:rsid w:val="005F0154"/>
    <w:rsid w:val="005F147E"/>
    <w:rsid w:val="005F24C0"/>
    <w:rsid w:val="005F3FC5"/>
    <w:rsid w:val="005F5C37"/>
    <w:rsid w:val="005F6DAF"/>
    <w:rsid w:val="00604299"/>
    <w:rsid w:val="00606807"/>
    <w:rsid w:val="00610566"/>
    <w:rsid w:val="00610CCF"/>
    <w:rsid w:val="00610F34"/>
    <w:rsid w:val="006126D0"/>
    <w:rsid w:val="00615A8B"/>
    <w:rsid w:val="00616825"/>
    <w:rsid w:val="00620E00"/>
    <w:rsid w:val="00625D49"/>
    <w:rsid w:val="0063026D"/>
    <w:rsid w:val="00631034"/>
    <w:rsid w:val="00633974"/>
    <w:rsid w:val="00634CD4"/>
    <w:rsid w:val="006357BE"/>
    <w:rsid w:val="00640048"/>
    <w:rsid w:val="006403E6"/>
    <w:rsid w:val="0064298E"/>
    <w:rsid w:val="0064392A"/>
    <w:rsid w:val="00644A23"/>
    <w:rsid w:val="006452AC"/>
    <w:rsid w:val="006508BD"/>
    <w:rsid w:val="00652C0F"/>
    <w:rsid w:val="00653C6F"/>
    <w:rsid w:val="00657687"/>
    <w:rsid w:val="0066157E"/>
    <w:rsid w:val="00663B81"/>
    <w:rsid w:val="00664542"/>
    <w:rsid w:val="00665E33"/>
    <w:rsid w:val="006660BD"/>
    <w:rsid w:val="0066771B"/>
    <w:rsid w:val="0067210C"/>
    <w:rsid w:val="0067289B"/>
    <w:rsid w:val="00674025"/>
    <w:rsid w:val="00674556"/>
    <w:rsid w:val="00675DCB"/>
    <w:rsid w:val="006779FE"/>
    <w:rsid w:val="006819B4"/>
    <w:rsid w:val="00682D12"/>
    <w:rsid w:val="006840BB"/>
    <w:rsid w:val="006840D1"/>
    <w:rsid w:val="006844D4"/>
    <w:rsid w:val="00684C5F"/>
    <w:rsid w:val="00685F12"/>
    <w:rsid w:val="00693125"/>
    <w:rsid w:val="0069374B"/>
    <w:rsid w:val="006A58D6"/>
    <w:rsid w:val="006A7C6C"/>
    <w:rsid w:val="006B05AF"/>
    <w:rsid w:val="006B22DB"/>
    <w:rsid w:val="006B3878"/>
    <w:rsid w:val="006B418B"/>
    <w:rsid w:val="006B5FC2"/>
    <w:rsid w:val="006B6539"/>
    <w:rsid w:val="006C4D38"/>
    <w:rsid w:val="006C6C30"/>
    <w:rsid w:val="006D1E4B"/>
    <w:rsid w:val="006D260C"/>
    <w:rsid w:val="006D2EFB"/>
    <w:rsid w:val="006D38A8"/>
    <w:rsid w:val="006D50A6"/>
    <w:rsid w:val="006D5157"/>
    <w:rsid w:val="006D58E4"/>
    <w:rsid w:val="006D5B48"/>
    <w:rsid w:val="006D6F20"/>
    <w:rsid w:val="006E02DB"/>
    <w:rsid w:val="006E1F5A"/>
    <w:rsid w:val="006E3752"/>
    <w:rsid w:val="006E414E"/>
    <w:rsid w:val="006E6BA4"/>
    <w:rsid w:val="006F1416"/>
    <w:rsid w:val="006F17B3"/>
    <w:rsid w:val="006F22F0"/>
    <w:rsid w:val="006F2419"/>
    <w:rsid w:val="006F3547"/>
    <w:rsid w:val="006F39F6"/>
    <w:rsid w:val="006F6324"/>
    <w:rsid w:val="006F7DFC"/>
    <w:rsid w:val="0070031F"/>
    <w:rsid w:val="007035E9"/>
    <w:rsid w:val="00705246"/>
    <w:rsid w:val="007111F8"/>
    <w:rsid w:val="00712165"/>
    <w:rsid w:val="00714CDD"/>
    <w:rsid w:val="00714D47"/>
    <w:rsid w:val="00720A96"/>
    <w:rsid w:val="0072124F"/>
    <w:rsid w:val="00721D3D"/>
    <w:rsid w:val="00723ACF"/>
    <w:rsid w:val="0073013B"/>
    <w:rsid w:val="00730834"/>
    <w:rsid w:val="0073145C"/>
    <w:rsid w:val="007331C7"/>
    <w:rsid w:val="0073436F"/>
    <w:rsid w:val="00735D74"/>
    <w:rsid w:val="00737834"/>
    <w:rsid w:val="00740923"/>
    <w:rsid w:val="00742B21"/>
    <w:rsid w:val="007448E1"/>
    <w:rsid w:val="0074661B"/>
    <w:rsid w:val="0075025A"/>
    <w:rsid w:val="007542E7"/>
    <w:rsid w:val="00755D8C"/>
    <w:rsid w:val="00757E58"/>
    <w:rsid w:val="007641F8"/>
    <w:rsid w:val="007663CE"/>
    <w:rsid w:val="00766F3D"/>
    <w:rsid w:val="007675F2"/>
    <w:rsid w:val="00770534"/>
    <w:rsid w:val="0077237C"/>
    <w:rsid w:val="00772E34"/>
    <w:rsid w:val="00775107"/>
    <w:rsid w:val="00775867"/>
    <w:rsid w:val="007764D3"/>
    <w:rsid w:val="00780416"/>
    <w:rsid w:val="00782A15"/>
    <w:rsid w:val="00785056"/>
    <w:rsid w:val="00785C26"/>
    <w:rsid w:val="007870A8"/>
    <w:rsid w:val="00791DDB"/>
    <w:rsid w:val="00793725"/>
    <w:rsid w:val="00793BAF"/>
    <w:rsid w:val="0079534B"/>
    <w:rsid w:val="00795D2C"/>
    <w:rsid w:val="00795F6E"/>
    <w:rsid w:val="00796B0E"/>
    <w:rsid w:val="007A0BB5"/>
    <w:rsid w:val="007A12A4"/>
    <w:rsid w:val="007A56D2"/>
    <w:rsid w:val="007A682B"/>
    <w:rsid w:val="007A6DAB"/>
    <w:rsid w:val="007A7A61"/>
    <w:rsid w:val="007B42F4"/>
    <w:rsid w:val="007B7223"/>
    <w:rsid w:val="007C37B8"/>
    <w:rsid w:val="007C3FCF"/>
    <w:rsid w:val="007C7379"/>
    <w:rsid w:val="007C7AE4"/>
    <w:rsid w:val="007D0531"/>
    <w:rsid w:val="007D12E8"/>
    <w:rsid w:val="007D2F14"/>
    <w:rsid w:val="007D39D0"/>
    <w:rsid w:val="007D3AC7"/>
    <w:rsid w:val="007D3CE6"/>
    <w:rsid w:val="007D3F66"/>
    <w:rsid w:val="007D4948"/>
    <w:rsid w:val="007D5E75"/>
    <w:rsid w:val="007E4228"/>
    <w:rsid w:val="007F00F0"/>
    <w:rsid w:val="007F46CE"/>
    <w:rsid w:val="007F4E83"/>
    <w:rsid w:val="007F540E"/>
    <w:rsid w:val="007F6178"/>
    <w:rsid w:val="007F7ADF"/>
    <w:rsid w:val="008014F7"/>
    <w:rsid w:val="008016E2"/>
    <w:rsid w:val="00804EFD"/>
    <w:rsid w:val="00813710"/>
    <w:rsid w:val="00813BDE"/>
    <w:rsid w:val="00813E31"/>
    <w:rsid w:val="008143FE"/>
    <w:rsid w:val="00816870"/>
    <w:rsid w:val="008178E3"/>
    <w:rsid w:val="00817EA7"/>
    <w:rsid w:val="00820A6B"/>
    <w:rsid w:val="0082140E"/>
    <w:rsid w:val="00830169"/>
    <w:rsid w:val="0083297B"/>
    <w:rsid w:val="00832FBF"/>
    <w:rsid w:val="00833C05"/>
    <w:rsid w:val="0083426B"/>
    <w:rsid w:val="00834C82"/>
    <w:rsid w:val="0083709F"/>
    <w:rsid w:val="00837559"/>
    <w:rsid w:val="00840B95"/>
    <w:rsid w:val="00840FAA"/>
    <w:rsid w:val="00842667"/>
    <w:rsid w:val="00845412"/>
    <w:rsid w:val="00845E3D"/>
    <w:rsid w:val="00852709"/>
    <w:rsid w:val="00854238"/>
    <w:rsid w:val="0085686B"/>
    <w:rsid w:val="00856E06"/>
    <w:rsid w:val="008629F5"/>
    <w:rsid w:val="00863FEB"/>
    <w:rsid w:val="00864BC7"/>
    <w:rsid w:val="0086731E"/>
    <w:rsid w:val="0086735D"/>
    <w:rsid w:val="00873B20"/>
    <w:rsid w:val="008773AC"/>
    <w:rsid w:val="008778C6"/>
    <w:rsid w:val="00881878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C6"/>
    <w:rsid w:val="00894970"/>
    <w:rsid w:val="00895C82"/>
    <w:rsid w:val="00896372"/>
    <w:rsid w:val="0089702B"/>
    <w:rsid w:val="008975E3"/>
    <w:rsid w:val="008A41D3"/>
    <w:rsid w:val="008A5273"/>
    <w:rsid w:val="008A678D"/>
    <w:rsid w:val="008A69DC"/>
    <w:rsid w:val="008A745C"/>
    <w:rsid w:val="008B0850"/>
    <w:rsid w:val="008B1D9F"/>
    <w:rsid w:val="008B2ABF"/>
    <w:rsid w:val="008B2DDF"/>
    <w:rsid w:val="008B3B8D"/>
    <w:rsid w:val="008B50F0"/>
    <w:rsid w:val="008C3304"/>
    <w:rsid w:val="008C4A9E"/>
    <w:rsid w:val="008C6C08"/>
    <w:rsid w:val="008D05F3"/>
    <w:rsid w:val="008D0A33"/>
    <w:rsid w:val="008D10E2"/>
    <w:rsid w:val="008D1833"/>
    <w:rsid w:val="008D1D33"/>
    <w:rsid w:val="008D2333"/>
    <w:rsid w:val="008D53AC"/>
    <w:rsid w:val="008E1235"/>
    <w:rsid w:val="008E1E85"/>
    <w:rsid w:val="008E25E8"/>
    <w:rsid w:val="008E25F9"/>
    <w:rsid w:val="008E597C"/>
    <w:rsid w:val="008E7D3A"/>
    <w:rsid w:val="008F0289"/>
    <w:rsid w:val="008F09DA"/>
    <w:rsid w:val="008F1625"/>
    <w:rsid w:val="008F3303"/>
    <w:rsid w:val="008F41AB"/>
    <w:rsid w:val="008F466A"/>
    <w:rsid w:val="008F5340"/>
    <w:rsid w:val="008F5E36"/>
    <w:rsid w:val="008F6BEB"/>
    <w:rsid w:val="008F6F14"/>
    <w:rsid w:val="00903069"/>
    <w:rsid w:val="00903B3E"/>
    <w:rsid w:val="009066D5"/>
    <w:rsid w:val="00907D22"/>
    <w:rsid w:val="00910E71"/>
    <w:rsid w:val="00912168"/>
    <w:rsid w:val="009158B7"/>
    <w:rsid w:val="00922B84"/>
    <w:rsid w:val="0092309B"/>
    <w:rsid w:val="00933133"/>
    <w:rsid w:val="00933956"/>
    <w:rsid w:val="00935110"/>
    <w:rsid w:val="00937C90"/>
    <w:rsid w:val="00941B94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4A45"/>
    <w:rsid w:val="0096515F"/>
    <w:rsid w:val="00965A9D"/>
    <w:rsid w:val="00966D5C"/>
    <w:rsid w:val="00970CDE"/>
    <w:rsid w:val="00970D54"/>
    <w:rsid w:val="0097151F"/>
    <w:rsid w:val="009722E3"/>
    <w:rsid w:val="009877DE"/>
    <w:rsid w:val="00987D58"/>
    <w:rsid w:val="00991712"/>
    <w:rsid w:val="00991D0D"/>
    <w:rsid w:val="00992801"/>
    <w:rsid w:val="0099332C"/>
    <w:rsid w:val="00995277"/>
    <w:rsid w:val="00995EE8"/>
    <w:rsid w:val="00997032"/>
    <w:rsid w:val="009974B6"/>
    <w:rsid w:val="009975FF"/>
    <w:rsid w:val="009A32B5"/>
    <w:rsid w:val="009A4E0B"/>
    <w:rsid w:val="009A5864"/>
    <w:rsid w:val="009A79E3"/>
    <w:rsid w:val="009B6D37"/>
    <w:rsid w:val="009C0BF8"/>
    <w:rsid w:val="009C0D98"/>
    <w:rsid w:val="009C7DF1"/>
    <w:rsid w:val="009D0ACA"/>
    <w:rsid w:val="009D16CA"/>
    <w:rsid w:val="009D203E"/>
    <w:rsid w:val="009D5C6D"/>
    <w:rsid w:val="009D7216"/>
    <w:rsid w:val="009D76EB"/>
    <w:rsid w:val="009D76ED"/>
    <w:rsid w:val="009E2306"/>
    <w:rsid w:val="009E4AB8"/>
    <w:rsid w:val="009E6D0D"/>
    <w:rsid w:val="009E7F21"/>
    <w:rsid w:val="009F0F48"/>
    <w:rsid w:val="009F2628"/>
    <w:rsid w:val="009F4864"/>
    <w:rsid w:val="009F660C"/>
    <w:rsid w:val="009F7E66"/>
    <w:rsid w:val="00A002B4"/>
    <w:rsid w:val="00A00465"/>
    <w:rsid w:val="00A004EF"/>
    <w:rsid w:val="00A030B3"/>
    <w:rsid w:val="00A06DB7"/>
    <w:rsid w:val="00A14143"/>
    <w:rsid w:val="00A247EE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53719"/>
    <w:rsid w:val="00A5510D"/>
    <w:rsid w:val="00A55802"/>
    <w:rsid w:val="00A57D58"/>
    <w:rsid w:val="00A57E43"/>
    <w:rsid w:val="00A603D4"/>
    <w:rsid w:val="00A6057F"/>
    <w:rsid w:val="00A60715"/>
    <w:rsid w:val="00A61C00"/>
    <w:rsid w:val="00A62E8A"/>
    <w:rsid w:val="00A630E7"/>
    <w:rsid w:val="00A64416"/>
    <w:rsid w:val="00A655B0"/>
    <w:rsid w:val="00A65D94"/>
    <w:rsid w:val="00A67A28"/>
    <w:rsid w:val="00A76E89"/>
    <w:rsid w:val="00A77859"/>
    <w:rsid w:val="00A7795B"/>
    <w:rsid w:val="00A81BB5"/>
    <w:rsid w:val="00A83E7D"/>
    <w:rsid w:val="00A84198"/>
    <w:rsid w:val="00A84A6B"/>
    <w:rsid w:val="00A91151"/>
    <w:rsid w:val="00A94721"/>
    <w:rsid w:val="00A9552E"/>
    <w:rsid w:val="00A965C2"/>
    <w:rsid w:val="00A97445"/>
    <w:rsid w:val="00A97C6F"/>
    <w:rsid w:val="00AA2249"/>
    <w:rsid w:val="00AA2E94"/>
    <w:rsid w:val="00AA3A3F"/>
    <w:rsid w:val="00AA63D0"/>
    <w:rsid w:val="00AB0ED0"/>
    <w:rsid w:val="00AB477F"/>
    <w:rsid w:val="00AB7A79"/>
    <w:rsid w:val="00AC12D5"/>
    <w:rsid w:val="00AC4EFD"/>
    <w:rsid w:val="00AC7174"/>
    <w:rsid w:val="00AD20D4"/>
    <w:rsid w:val="00AD23A1"/>
    <w:rsid w:val="00AD3140"/>
    <w:rsid w:val="00AD445D"/>
    <w:rsid w:val="00AD4B95"/>
    <w:rsid w:val="00AD772B"/>
    <w:rsid w:val="00AD7900"/>
    <w:rsid w:val="00AE2BD9"/>
    <w:rsid w:val="00AE4B3E"/>
    <w:rsid w:val="00AE5B80"/>
    <w:rsid w:val="00AE644E"/>
    <w:rsid w:val="00AF0CE0"/>
    <w:rsid w:val="00AF0E6F"/>
    <w:rsid w:val="00AF2F7D"/>
    <w:rsid w:val="00AF503B"/>
    <w:rsid w:val="00AF504E"/>
    <w:rsid w:val="00AF7964"/>
    <w:rsid w:val="00B001B6"/>
    <w:rsid w:val="00B01077"/>
    <w:rsid w:val="00B0208E"/>
    <w:rsid w:val="00B02A4B"/>
    <w:rsid w:val="00B0394B"/>
    <w:rsid w:val="00B061FC"/>
    <w:rsid w:val="00B06200"/>
    <w:rsid w:val="00B11F52"/>
    <w:rsid w:val="00B1303D"/>
    <w:rsid w:val="00B170F4"/>
    <w:rsid w:val="00B218FA"/>
    <w:rsid w:val="00B226BE"/>
    <w:rsid w:val="00B24647"/>
    <w:rsid w:val="00B25D6D"/>
    <w:rsid w:val="00B26D0C"/>
    <w:rsid w:val="00B2767F"/>
    <w:rsid w:val="00B316BA"/>
    <w:rsid w:val="00B331BF"/>
    <w:rsid w:val="00B375D4"/>
    <w:rsid w:val="00B4139A"/>
    <w:rsid w:val="00B41F50"/>
    <w:rsid w:val="00B42974"/>
    <w:rsid w:val="00B4561F"/>
    <w:rsid w:val="00B45A9F"/>
    <w:rsid w:val="00B467C8"/>
    <w:rsid w:val="00B468C4"/>
    <w:rsid w:val="00B46C96"/>
    <w:rsid w:val="00B47AB9"/>
    <w:rsid w:val="00B511DB"/>
    <w:rsid w:val="00B54DD3"/>
    <w:rsid w:val="00B557B1"/>
    <w:rsid w:val="00B569C0"/>
    <w:rsid w:val="00B6192F"/>
    <w:rsid w:val="00B62CD1"/>
    <w:rsid w:val="00B634D0"/>
    <w:rsid w:val="00B65AF8"/>
    <w:rsid w:val="00B66CCF"/>
    <w:rsid w:val="00B67CD9"/>
    <w:rsid w:val="00B7012E"/>
    <w:rsid w:val="00B74455"/>
    <w:rsid w:val="00B74A3C"/>
    <w:rsid w:val="00B75F02"/>
    <w:rsid w:val="00B77188"/>
    <w:rsid w:val="00B77A8E"/>
    <w:rsid w:val="00B8157E"/>
    <w:rsid w:val="00B825C9"/>
    <w:rsid w:val="00B830E0"/>
    <w:rsid w:val="00B83153"/>
    <w:rsid w:val="00B83322"/>
    <w:rsid w:val="00B84549"/>
    <w:rsid w:val="00B87ED2"/>
    <w:rsid w:val="00B91578"/>
    <w:rsid w:val="00B9181A"/>
    <w:rsid w:val="00B91A2B"/>
    <w:rsid w:val="00B92139"/>
    <w:rsid w:val="00B924ED"/>
    <w:rsid w:val="00B94BDD"/>
    <w:rsid w:val="00B96817"/>
    <w:rsid w:val="00BA2310"/>
    <w:rsid w:val="00BA5035"/>
    <w:rsid w:val="00BA51A9"/>
    <w:rsid w:val="00BA6E11"/>
    <w:rsid w:val="00BA7519"/>
    <w:rsid w:val="00BB2115"/>
    <w:rsid w:val="00BB2595"/>
    <w:rsid w:val="00BB2F03"/>
    <w:rsid w:val="00BB2FB1"/>
    <w:rsid w:val="00BB4337"/>
    <w:rsid w:val="00BC0E6B"/>
    <w:rsid w:val="00BC0EE3"/>
    <w:rsid w:val="00BC0EEC"/>
    <w:rsid w:val="00BC2E75"/>
    <w:rsid w:val="00BC66C8"/>
    <w:rsid w:val="00BD207D"/>
    <w:rsid w:val="00BD2916"/>
    <w:rsid w:val="00BD67F3"/>
    <w:rsid w:val="00BD6BAF"/>
    <w:rsid w:val="00BD6D78"/>
    <w:rsid w:val="00BE0948"/>
    <w:rsid w:val="00BE16DD"/>
    <w:rsid w:val="00BE1CEC"/>
    <w:rsid w:val="00BE29D7"/>
    <w:rsid w:val="00BE46CD"/>
    <w:rsid w:val="00BE52F4"/>
    <w:rsid w:val="00BF36F3"/>
    <w:rsid w:val="00BF5296"/>
    <w:rsid w:val="00BF5A02"/>
    <w:rsid w:val="00BF67F8"/>
    <w:rsid w:val="00C03F3E"/>
    <w:rsid w:val="00C103E4"/>
    <w:rsid w:val="00C121DD"/>
    <w:rsid w:val="00C1476F"/>
    <w:rsid w:val="00C15E06"/>
    <w:rsid w:val="00C16682"/>
    <w:rsid w:val="00C16816"/>
    <w:rsid w:val="00C206BF"/>
    <w:rsid w:val="00C20E9E"/>
    <w:rsid w:val="00C22C04"/>
    <w:rsid w:val="00C23E3B"/>
    <w:rsid w:val="00C2407B"/>
    <w:rsid w:val="00C25C78"/>
    <w:rsid w:val="00C30567"/>
    <w:rsid w:val="00C320ED"/>
    <w:rsid w:val="00C329D7"/>
    <w:rsid w:val="00C32A7C"/>
    <w:rsid w:val="00C3352D"/>
    <w:rsid w:val="00C33686"/>
    <w:rsid w:val="00C34C0D"/>
    <w:rsid w:val="00C377FF"/>
    <w:rsid w:val="00C37A6D"/>
    <w:rsid w:val="00C42104"/>
    <w:rsid w:val="00C43471"/>
    <w:rsid w:val="00C457E8"/>
    <w:rsid w:val="00C45B98"/>
    <w:rsid w:val="00C4647B"/>
    <w:rsid w:val="00C4667C"/>
    <w:rsid w:val="00C50D97"/>
    <w:rsid w:val="00C51AC9"/>
    <w:rsid w:val="00C53EE1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6875"/>
    <w:rsid w:val="00C705BB"/>
    <w:rsid w:val="00C76F91"/>
    <w:rsid w:val="00C77DCB"/>
    <w:rsid w:val="00C808D0"/>
    <w:rsid w:val="00C81A0D"/>
    <w:rsid w:val="00C81F19"/>
    <w:rsid w:val="00C823EF"/>
    <w:rsid w:val="00C82BC6"/>
    <w:rsid w:val="00C8317F"/>
    <w:rsid w:val="00C83E7B"/>
    <w:rsid w:val="00C868CC"/>
    <w:rsid w:val="00C94BA4"/>
    <w:rsid w:val="00C955B0"/>
    <w:rsid w:val="00C95D08"/>
    <w:rsid w:val="00C978A2"/>
    <w:rsid w:val="00CA2CCD"/>
    <w:rsid w:val="00CA4A21"/>
    <w:rsid w:val="00CA6A55"/>
    <w:rsid w:val="00CA7C55"/>
    <w:rsid w:val="00CB17A5"/>
    <w:rsid w:val="00CB1F17"/>
    <w:rsid w:val="00CB3841"/>
    <w:rsid w:val="00CB3BB3"/>
    <w:rsid w:val="00CB3DB9"/>
    <w:rsid w:val="00CB3FFB"/>
    <w:rsid w:val="00CB575B"/>
    <w:rsid w:val="00CB6710"/>
    <w:rsid w:val="00CB70BC"/>
    <w:rsid w:val="00CB76CB"/>
    <w:rsid w:val="00CC0D98"/>
    <w:rsid w:val="00CC2C75"/>
    <w:rsid w:val="00CC4332"/>
    <w:rsid w:val="00CC7E79"/>
    <w:rsid w:val="00CD245F"/>
    <w:rsid w:val="00CD2572"/>
    <w:rsid w:val="00CD4F69"/>
    <w:rsid w:val="00CD52E6"/>
    <w:rsid w:val="00CD531C"/>
    <w:rsid w:val="00CD5A40"/>
    <w:rsid w:val="00CE57CD"/>
    <w:rsid w:val="00CE65D2"/>
    <w:rsid w:val="00CF22B2"/>
    <w:rsid w:val="00CF4ED3"/>
    <w:rsid w:val="00CF5B25"/>
    <w:rsid w:val="00D01992"/>
    <w:rsid w:val="00D02412"/>
    <w:rsid w:val="00D054F0"/>
    <w:rsid w:val="00D076DC"/>
    <w:rsid w:val="00D10530"/>
    <w:rsid w:val="00D107A8"/>
    <w:rsid w:val="00D11105"/>
    <w:rsid w:val="00D11393"/>
    <w:rsid w:val="00D15673"/>
    <w:rsid w:val="00D15C6A"/>
    <w:rsid w:val="00D16C85"/>
    <w:rsid w:val="00D264A5"/>
    <w:rsid w:val="00D2697C"/>
    <w:rsid w:val="00D3216B"/>
    <w:rsid w:val="00D3327E"/>
    <w:rsid w:val="00D343A5"/>
    <w:rsid w:val="00D34F24"/>
    <w:rsid w:val="00D42E4D"/>
    <w:rsid w:val="00D42FB9"/>
    <w:rsid w:val="00D4351F"/>
    <w:rsid w:val="00D447FF"/>
    <w:rsid w:val="00D45382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E28"/>
    <w:rsid w:val="00D60793"/>
    <w:rsid w:val="00D60BC9"/>
    <w:rsid w:val="00D653B4"/>
    <w:rsid w:val="00D6653E"/>
    <w:rsid w:val="00D70091"/>
    <w:rsid w:val="00D70967"/>
    <w:rsid w:val="00D73CE0"/>
    <w:rsid w:val="00D749EF"/>
    <w:rsid w:val="00D75F1C"/>
    <w:rsid w:val="00D76064"/>
    <w:rsid w:val="00D8147A"/>
    <w:rsid w:val="00D848BD"/>
    <w:rsid w:val="00D92CAB"/>
    <w:rsid w:val="00D95943"/>
    <w:rsid w:val="00D95FAC"/>
    <w:rsid w:val="00D963D1"/>
    <w:rsid w:val="00D96581"/>
    <w:rsid w:val="00DA04A3"/>
    <w:rsid w:val="00DA062A"/>
    <w:rsid w:val="00DA31D6"/>
    <w:rsid w:val="00DA556E"/>
    <w:rsid w:val="00DA5598"/>
    <w:rsid w:val="00DA6FCB"/>
    <w:rsid w:val="00DB02F5"/>
    <w:rsid w:val="00DB54E0"/>
    <w:rsid w:val="00DB7772"/>
    <w:rsid w:val="00DB7CD8"/>
    <w:rsid w:val="00DC0750"/>
    <w:rsid w:val="00DD3007"/>
    <w:rsid w:val="00DD33D9"/>
    <w:rsid w:val="00DD38BE"/>
    <w:rsid w:val="00DD532A"/>
    <w:rsid w:val="00DE18DC"/>
    <w:rsid w:val="00DE1AB3"/>
    <w:rsid w:val="00DE2208"/>
    <w:rsid w:val="00DE28FA"/>
    <w:rsid w:val="00DE5C0A"/>
    <w:rsid w:val="00DE654F"/>
    <w:rsid w:val="00DF1E76"/>
    <w:rsid w:val="00DF25A5"/>
    <w:rsid w:val="00DF3868"/>
    <w:rsid w:val="00DF3B70"/>
    <w:rsid w:val="00DF424D"/>
    <w:rsid w:val="00DF43C2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1396"/>
    <w:rsid w:val="00E23C1B"/>
    <w:rsid w:val="00E23CB9"/>
    <w:rsid w:val="00E24926"/>
    <w:rsid w:val="00E24FF0"/>
    <w:rsid w:val="00E258C3"/>
    <w:rsid w:val="00E25920"/>
    <w:rsid w:val="00E26596"/>
    <w:rsid w:val="00E27AC7"/>
    <w:rsid w:val="00E30755"/>
    <w:rsid w:val="00E30DE7"/>
    <w:rsid w:val="00E31390"/>
    <w:rsid w:val="00E333C7"/>
    <w:rsid w:val="00E346FF"/>
    <w:rsid w:val="00E3538C"/>
    <w:rsid w:val="00E35630"/>
    <w:rsid w:val="00E35C28"/>
    <w:rsid w:val="00E36F3B"/>
    <w:rsid w:val="00E40CEA"/>
    <w:rsid w:val="00E42E3F"/>
    <w:rsid w:val="00E435E1"/>
    <w:rsid w:val="00E51661"/>
    <w:rsid w:val="00E52171"/>
    <w:rsid w:val="00E54B0E"/>
    <w:rsid w:val="00E54F38"/>
    <w:rsid w:val="00E57C58"/>
    <w:rsid w:val="00E57CCF"/>
    <w:rsid w:val="00E57E75"/>
    <w:rsid w:val="00E61487"/>
    <w:rsid w:val="00E6191E"/>
    <w:rsid w:val="00E62021"/>
    <w:rsid w:val="00E65AE5"/>
    <w:rsid w:val="00E66233"/>
    <w:rsid w:val="00E6688F"/>
    <w:rsid w:val="00E67865"/>
    <w:rsid w:val="00E71BA4"/>
    <w:rsid w:val="00E74288"/>
    <w:rsid w:val="00E74C38"/>
    <w:rsid w:val="00E771A9"/>
    <w:rsid w:val="00E81E07"/>
    <w:rsid w:val="00E82176"/>
    <w:rsid w:val="00E84B87"/>
    <w:rsid w:val="00E878C9"/>
    <w:rsid w:val="00E879AE"/>
    <w:rsid w:val="00E87E10"/>
    <w:rsid w:val="00E90454"/>
    <w:rsid w:val="00E90CE1"/>
    <w:rsid w:val="00E91DC3"/>
    <w:rsid w:val="00E92C2B"/>
    <w:rsid w:val="00E93E57"/>
    <w:rsid w:val="00E96352"/>
    <w:rsid w:val="00E967BC"/>
    <w:rsid w:val="00E9748D"/>
    <w:rsid w:val="00E97501"/>
    <w:rsid w:val="00E978DF"/>
    <w:rsid w:val="00EA2548"/>
    <w:rsid w:val="00EA4AF4"/>
    <w:rsid w:val="00EA4B94"/>
    <w:rsid w:val="00EA5E8D"/>
    <w:rsid w:val="00EA5EE8"/>
    <w:rsid w:val="00EA6D33"/>
    <w:rsid w:val="00EB1C81"/>
    <w:rsid w:val="00EB23FF"/>
    <w:rsid w:val="00EB2776"/>
    <w:rsid w:val="00EB4270"/>
    <w:rsid w:val="00EB56D7"/>
    <w:rsid w:val="00EB6E6D"/>
    <w:rsid w:val="00EB711D"/>
    <w:rsid w:val="00EC21FD"/>
    <w:rsid w:val="00EC35BC"/>
    <w:rsid w:val="00EC4165"/>
    <w:rsid w:val="00EC464F"/>
    <w:rsid w:val="00EC4D45"/>
    <w:rsid w:val="00EC548E"/>
    <w:rsid w:val="00ED2951"/>
    <w:rsid w:val="00ED3641"/>
    <w:rsid w:val="00ED4055"/>
    <w:rsid w:val="00ED5630"/>
    <w:rsid w:val="00ED6BD2"/>
    <w:rsid w:val="00ED6ECF"/>
    <w:rsid w:val="00ED7F8F"/>
    <w:rsid w:val="00EE0DFD"/>
    <w:rsid w:val="00EE11ED"/>
    <w:rsid w:val="00EE17B9"/>
    <w:rsid w:val="00EE1D6F"/>
    <w:rsid w:val="00EE20C5"/>
    <w:rsid w:val="00EE2BDB"/>
    <w:rsid w:val="00EE3171"/>
    <w:rsid w:val="00EE3721"/>
    <w:rsid w:val="00EE5F5F"/>
    <w:rsid w:val="00EE64B4"/>
    <w:rsid w:val="00EE74C9"/>
    <w:rsid w:val="00EF110A"/>
    <w:rsid w:val="00EF67ED"/>
    <w:rsid w:val="00EF76F7"/>
    <w:rsid w:val="00EF78C4"/>
    <w:rsid w:val="00F00ADE"/>
    <w:rsid w:val="00F010D9"/>
    <w:rsid w:val="00F058BC"/>
    <w:rsid w:val="00F0639E"/>
    <w:rsid w:val="00F06C2F"/>
    <w:rsid w:val="00F07373"/>
    <w:rsid w:val="00F07F6E"/>
    <w:rsid w:val="00F10545"/>
    <w:rsid w:val="00F12034"/>
    <w:rsid w:val="00F13B3D"/>
    <w:rsid w:val="00F142D3"/>
    <w:rsid w:val="00F15E48"/>
    <w:rsid w:val="00F172DC"/>
    <w:rsid w:val="00F22FD5"/>
    <w:rsid w:val="00F2400A"/>
    <w:rsid w:val="00F244EA"/>
    <w:rsid w:val="00F24F4E"/>
    <w:rsid w:val="00F26AD5"/>
    <w:rsid w:val="00F27A33"/>
    <w:rsid w:val="00F300E6"/>
    <w:rsid w:val="00F31D8B"/>
    <w:rsid w:val="00F34302"/>
    <w:rsid w:val="00F34E83"/>
    <w:rsid w:val="00F356DA"/>
    <w:rsid w:val="00F366A8"/>
    <w:rsid w:val="00F37A54"/>
    <w:rsid w:val="00F37FA0"/>
    <w:rsid w:val="00F419A8"/>
    <w:rsid w:val="00F424FA"/>
    <w:rsid w:val="00F45E56"/>
    <w:rsid w:val="00F45E9C"/>
    <w:rsid w:val="00F47B2B"/>
    <w:rsid w:val="00F50360"/>
    <w:rsid w:val="00F50812"/>
    <w:rsid w:val="00F517B8"/>
    <w:rsid w:val="00F54A3E"/>
    <w:rsid w:val="00F55CAA"/>
    <w:rsid w:val="00F561C9"/>
    <w:rsid w:val="00F57B9A"/>
    <w:rsid w:val="00F60800"/>
    <w:rsid w:val="00F60854"/>
    <w:rsid w:val="00F60E2F"/>
    <w:rsid w:val="00F610BB"/>
    <w:rsid w:val="00F61B15"/>
    <w:rsid w:val="00F63EB6"/>
    <w:rsid w:val="00F66D12"/>
    <w:rsid w:val="00F670C4"/>
    <w:rsid w:val="00F70828"/>
    <w:rsid w:val="00F70F3B"/>
    <w:rsid w:val="00F71998"/>
    <w:rsid w:val="00F71F81"/>
    <w:rsid w:val="00F7442B"/>
    <w:rsid w:val="00F751DF"/>
    <w:rsid w:val="00F75A98"/>
    <w:rsid w:val="00F76050"/>
    <w:rsid w:val="00F765E4"/>
    <w:rsid w:val="00F76A91"/>
    <w:rsid w:val="00F8012C"/>
    <w:rsid w:val="00F80BEC"/>
    <w:rsid w:val="00F80F4C"/>
    <w:rsid w:val="00F84D47"/>
    <w:rsid w:val="00F9079A"/>
    <w:rsid w:val="00F907FA"/>
    <w:rsid w:val="00F91E75"/>
    <w:rsid w:val="00F94C91"/>
    <w:rsid w:val="00FA26DE"/>
    <w:rsid w:val="00FA3F67"/>
    <w:rsid w:val="00FA74A6"/>
    <w:rsid w:val="00FA7638"/>
    <w:rsid w:val="00FB38D3"/>
    <w:rsid w:val="00FB3DF4"/>
    <w:rsid w:val="00FB4A02"/>
    <w:rsid w:val="00FB5C5B"/>
    <w:rsid w:val="00FB74B8"/>
    <w:rsid w:val="00FB74F8"/>
    <w:rsid w:val="00FC0022"/>
    <w:rsid w:val="00FC00BF"/>
    <w:rsid w:val="00FC17DB"/>
    <w:rsid w:val="00FC407D"/>
    <w:rsid w:val="00FC4192"/>
    <w:rsid w:val="00FC4F30"/>
    <w:rsid w:val="00FC529B"/>
    <w:rsid w:val="00FC6939"/>
    <w:rsid w:val="00FD1524"/>
    <w:rsid w:val="00FD2B02"/>
    <w:rsid w:val="00FD31A1"/>
    <w:rsid w:val="00FD3523"/>
    <w:rsid w:val="00FD4132"/>
    <w:rsid w:val="00FD4A8A"/>
    <w:rsid w:val="00FD6A49"/>
    <w:rsid w:val="00FE0061"/>
    <w:rsid w:val="00FE0D0B"/>
    <w:rsid w:val="00FE2062"/>
    <w:rsid w:val="00FE206A"/>
    <w:rsid w:val="00FE245E"/>
    <w:rsid w:val="00FE6348"/>
    <w:rsid w:val="00FF5EB6"/>
    <w:rsid w:val="00FF6CF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78B33"/>
  <w15:docId w15:val="{784CE9FE-192B-4D9E-900D-CC4873B6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D6B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kern w:val="28"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kern w:val="28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C9AAD-E1D2-4E89-94C0-8C6A4C02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3453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Shankar's Birthday falls on 25th July.  Don't Forget to wish him</dc:description>
  <cp:lastModifiedBy>Anna Girus</cp:lastModifiedBy>
  <cp:revision>2</cp:revision>
  <cp:lastPrinted>2020-06-02T11:51:00Z</cp:lastPrinted>
  <dcterms:created xsi:type="dcterms:W3CDTF">2021-12-02T07:25:00Z</dcterms:created>
  <dcterms:modified xsi:type="dcterms:W3CDTF">2021-12-02T07:25:00Z</dcterms:modified>
</cp:coreProperties>
</file>