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827C" w14:textId="2A67BFF7"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1 do SWZ</w:t>
      </w:r>
    </w:p>
    <w:p w14:paraId="121783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0EDECC7" w14:textId="77777777" w:rsidTr="005844F6">
        <w:tc>
          <w:tcPr>
            <w:tcW w:w="9104" w:type="dxa"/>
            <w:shd w:val="clear" w:color="auto" w:fill="F2F2F2"/>
          </w:tcPr>
          <w:p w14:paraId="2B199ECD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2A13AA7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E53E086" w14:textId="407960F1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9F181A">
        <w:rPr>
          <w:sz w:val="22"/>
          <w:szCs w:val="22"/>
        </w:rPr>
        <w:t xml:space="preserve">            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EFAA6CD" w14:textId="18D3E72E" w:rsidR="00F71EA5" w:rsidRDefault="00F71EA5" w:rsidP="00F71EA5">
      <w:pPr>
        <w:spacing w:after="240" w:line="276" w:lineRule="auto"/>
        <w:jc w:val="center"/>
        <w:rPr>
          <w:b/>
          <w:bCs/>
        </w:rPr>
      </w:pPr>
      <w:r>
        <w:rPr>
          <w:b/>
          <w:bCs/>
        </w:rPr>
        <w:t>Budow</w:t>
      </w:r>
      <w:r>
        <w:rPr>
          <w:b/>
          <w:bCs/>
        </w:rPr>
        <w:t>a</w:t>
      </w:r>
      <w:r>
        <w:rPr>
          <w:b/>
          <w:bCs/>
        </w:rPr>
        <w:t xml:space="preserve"> remizy OSP w m. Cieszyn</w:t>
      </w:r>
    </w:p>
    <w:p w14:paraId="66C2A92F" w14:textId="25A03AC0" w:rsidR="00AA39D6" w:rsidRPr="00525EFF" w:rsidRDefault="00AA39D6" w:rsidP="00582738">
      <w:pPr>
        <w:spacing w:after="240" w:line="276" w:lineRule="auto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4E1577A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3E5C7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011AAE1D" w14:textId="67DD23E7"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2E70DA9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77962E4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577B40C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B2118D2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3A7F0449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5D4432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68136C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C1E8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CF2606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182EA07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68BDFA30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B33E91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F5B52D5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6590F58" w14:textId="1D7A6870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</w:t>
            </w:r>
            <w:r w:rsidR="001C263D" w:rsidRPr="007677F8">
              <w:t>*</w:t>
            </w:r>
            <w:r w:rsidRPr="007677F8">
              <w:rPr>
                <w:rFonts w:eastAsia="Calibri"/>
                <w:sz w:val="22"/>
                <w:szCs w:val="22"/>
              </w:rPr>
              <w:t xml:space="preserve"> przedsiębiorcą?</w:t>
            </w:r>
          </w:p>
        </w:tc>
        <w:tc>
          <w:tcPr>
            <w:tcW w:w="6237" w:type="dxa"/>
            <w:shd w:val="clear" w:color="auto" w:fill="auto"/>
          </w:tcPr>
          <w:p w14:paraId="61AE8619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6D85A8D7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BAB3CDD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14:paraId="334AAE6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531136CD" w14:textId="38C4E89E"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14:paraId="567035B5" w14:textId="52044969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 zł</w:t>
      </w:r>
      <w:r w:rsidRPr="0097776D">
        <w:rPr>
          <w:sz w:val="22"/>
        </w:rPr>
        <w:t xml:space="preserve"> </w:t>
      </w:r>
      <w:r w:rsidR="002214DB" w:rsidRPr="0097776D">
        <w:rPr>
          <w:sz w:val="22"/>
        </w:rPr>
        <w:t>netto</w:t>
      </w:r>
      <w:r w:rsidRPr="0097776D">
        <w:rPr>
          <w:sz w:val="22"/>
        </w:rPr>
        <w:t>),</w:t>
      </w:r>
    </w:p>
    <w:p w14:paraId="2B215CFF" w14:textId="77777777"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i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……….</w:t>
      </w:r>
      <w:r w:rsidRPr="0097776D">
        <w:rPr>
          <w:sz w:val="22"/>
        </w:rPr>
        <w:t xml:space="preserve"> %,</w:t>
      </w:r>
    </w:p>
    <w:p w14:paraId="271353D1" w14:textId="614C8147" w:rsidR="00B9086B" w:rsidRPr="009F181A" w:rsidRDefault="00B9086B" w:rsidP="009F181A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>wynosi:</w:t>
      </w:r>
      <w:r w:rsidR="009F181A">
        <w:rPr>
          <w:sz w:val="22"/>
        </w:rPr>
        <w:t xml:space="preserve"> ………………………………. </w:t>
      </w:r>
      <w:r w:rsidRPr="009F181A">
        <w:rPr>
          <w:sz w:val="22"/>
        </w:rPr>
        <w:t xml:space="preserve">zł brutto </w:t>
      </w:r>
    </w:p>
    <w:p w14:paraId="682E01B7" w14:textId="18BCCF4A" w:rsid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 xml:space="preserve">………………………………………………………………………………….. zł </w:t>
      </w:r>
      <w:r w:rsidRPr="0097776D">
        <w:rPr>
          <w:sz w:val="22"/>
        </w:rPr>
        <w:t>brutto).</w:t>
      </w:r>
    </w:p>
    <w:p w14:paraId="1E69150A" w14:textId="4058DB3A" w:rsidR="008B6B43" w:rsidRDefault="008B6B43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</w:p>
    <w:p w14:paraId="2BDF1B8F" w14:textId="2E2B0207" w:rsidR="008B6B43" w:rsidRDefault="008B6B43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>
        <w:rPr>
          <w:sz w:val="22"/>
        </w:rPr>
        <w:t xml:space="preserve">Przewidywane wartości </w:t>
      </w:r>
      <w:r w:rsidR="001F73DE">
        <w:rPr>
          <w:sz w:val="22"/>
        </w:rPr>
        <w:t>robót w podziale na</w:t>
      </w:r>
      <w:r>
        <w:rPr>
          <w:sz w:val="22"/>
        </w:rPr>
        <w:t>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8B6B43" w14:paraId="49C516C6" w14:textId="77777777" w:rsidTr="008B6B43">
        <w:tc>
          <w:tcPr>
            <w:tcW w:w="4531" w:type="dxa"/>
            <w:shd w:val="clear" w:color="auto" w:fill="E7E6E6" w:themeFill="background2"/>
          </w:tcPr>
          <w:p w14:paraId="1B1EA6E7" w14:textId="74EDF154" w:rsidR="008B6B43" w:rsidRPr="008B6B43" w:rsidRDefault="008B6B43" w:rsidP="008B6B43">
            <w:pPr>
              <w:pStyle w:val="Akapitzlist"/>
              <w:spacing w:before="120" w:line="360" w:lineRule="auto"/>
              <w:ind w:left="0"/>
              <w:jc w:val="center"/>
              <w:rPr>
                <w:sz w:val="22"/>
              </w:rPr>
            </w:pPr>
            <w:r w:rsidRPr="008B6B43">
              <w:rPr>
                <w:sz w:val="22"/>
              </w:rPr>
              <w:t>2021 rok</w:t>
            </w:r>
          </w:p>
        </w:tc>
        <w:tc>
          <w:tcPr>
            <w:tcW w:w="4531" w:type="dxa"/>
            <w:shd w:val="clear" w:color="auto" w:fill="E7E6E6" w:themeFill="background2"/>
          </w:tcPr>
          <w:p w14:paraId="01F5B248" w14:textId="7590B29E" w:rsidR="008B6B43" w:rsidRDefault="008B6B43" w:rsidP="008B6B43">
            <w:pPr>
              <w:pStyle w:val="Akapitzlist"/>
              <w:spacing w:before="120" w:line="360" w:lineRule="auto"/>
              <w:ind w:left="0"/>
              <w:jc w:val="center"/>
              <w:rPr>
                <w:sz w:val="22"/>
              </w:rPr>
            </w:pPr>
            <w:r w:rsidRPr="008B6B43">
              <w:rPr>
                <w:sz w:val="22"/>
              </w:rPr>
              <w:t>2022 rok</w:t>
            </w:r>
          </w:p>
        </w:tc>
      </w:tr>
      <w:tr w:rsidR="008B6B43" w14:paraId="2DE38C71" w14:textId="77777777" w:rsidTr="008B6B43">
        <w:tc>
          <w:tcPr>
            <w:tcW w:w="4531" w:type="dxa"/>
          </w:tcPr>
          <w:p w14:paraId="290780A0" w14:textId="1892A8EF" w:rsidR="008B6B43" w:rsidRDefault="008B6B43" w:rsidP="008B6B43">
            <w:pPr>
              <w:pStyle w:val="Akapitzlist"/>
              <w:spacing w:before="240" w:line="480" w:lineRule="auto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………………… zł brutto</w:t>
            </w:r>
          </w:p>
        </w:tc>
        <w:tc>
          <w:tcPr>
            <w:tcW w:w="4531" w:type="dxa"/>
          </w:tcPr>
          <w:p w14:paraId="66305FE5" w14:textId="77777777" w:rsidR="008B6B43" w:rsidRPr="008B6B43" w:rsidRDefault="008B6B43" w:rsidP="008B6B43">
            <w:pPr>
              <w:pStyle w:val="Akapitzlist"/>
              <w:spacing w:line="276" w:lineRule="auto"/>
              <w:ind w:left="0"/>
              <w:jc w:val="center"/>
              <w:rPr>
                <w:sz w:val="16"/>
                <w:szCs w:val="16"/>
              </w:rPr>
            </w:pPr>
          </w:p>
          <w:p w14:paraId="1FDE4AAD" w14:textId="648BE72C" w:rsidR="008B6B43" w:rsidRDefault="008B6B43" w:rsidP="008B6B43">
            <w:pPr>
              <w:pStyle w:val="Akapitzlist"/>
              <w:spacing w:before="240" w:line="480" w:lineRule="auto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………………… zł brutto</w:t>
            </w:r>
          </w:p>
        </w:tc>
      </w:tr>
    </w:tbl>
    <w:p w14:paraId="0D1F801A" w14:textId="77777777" w:rsidR="008B6B43" w:rsidRPr="00370354" w:rsidRDefault="008B6B43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</w:p>
    <w:p w14:paraId="64988293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8C9CCBE" w14:textId="77777777" w:rsidR="00370354" w:rsidRPr="00370354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r>
        <w:rPr>
          <w:rStyle w:val="bold"/>
          <w:b w:val="0"/>
          <w:bCs/>
        </w:rPr>
        <w:t>Pozacenowe kryteria oceny ofert:</w:t>
      </w:r>
    </w:p>
    <w:p w14:paraId="3C8E9859" w14:textId="48FCE429" w:rsid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  <w:r w:rsidRPr="00C1488E">
        <w:rPr>
          <w:rStyle w:val="bold"/>
        </w:rPr>
        <w:t>Gwarancja jakości</w:t>
      </w:r>
      <w:r w:rsidRPr="00C1488E">
        <w:t xml:space="preserve"> ............................</w:t>
      </w:r>
    </w:p>
    <w:p w14:paraId="241FB470" w14:textId="77777777" w:rsidR="00370354" w:rsidRP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</w:p>
    <w:p w14:paraId="49D64055" w14:textId="6EF15D20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B6ECB2E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>zapoznaliśmy się ze Specyfikacją Warunków Zamówienia i uznajemy się za związanych określonymi w niej zasadami postępowania;</w:t>
      </w:r>
    </w:p>
    <w:p w14:paraId="2475766F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494D482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4D6EDF8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A00D14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474141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339DC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B37E86E" w14:textId="6A12250D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ADC8C58" w14:textId="7028AC1F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14:paraId="28BFB297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6B4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795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991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D0AFF0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D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F2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6D37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9E59890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581AA600" w14:textId="63600C68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15F381A" w14:textId="77777777"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4C566D" w:rsidRPr="009F181A">
        <w:rPr>
          <w:sz w:val="22"/>
        </w:rPr>
        <w:t>.</w:t>
      </w:r>
    </w:p>
    <w:p w14:paraId="0CF7F8B8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00D51F5" w14:textId="77777777"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14:paraId="3A0DF6CD" w14:textId="77777777" w:rsidR="00CE3AE6" w:rsidRDefault="004C566D" w:rsidP="004C566D">
      <w:pPr>
        <w:pStyle w:val="Akapitzlist"/>
        <w:spacing w:before="240" w:after="120" w:line="3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– Kodeks pracy (t. j. Dz. U. z 2020 r. poz. 1320 ze zm.);</w:t>
      </w:r>
    </w:p>
    <w:p w14:paraId="44C1E54C" w14:textId="77777777" w:rsidR="00B5754C" w:rsidRPr="004C566D" w:rsidRDefault="00B5754C" w:rsidP="004C566D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14:paraId="5D8671BE" w14:textId="77777777" w:rsidR="004C566D" w:rsidRDefault="004C566D" w:rsidP="004C566D">
      <w:pPr>
        <w:pStyle w:val="Akapitzlist"/>
        <w:rPr>
          <w:b/>
          <w:sz w:val="22"/>
          <w:szCs w:val="22"/>
        </w:rPr>
      </w:pPr>
    </w:p>
    <w:p w14:paraId="09C67DC3" w14:textId="77777777"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Pr="004C566D">
        <w:rPr>
          <w:sz w:val="16"/>
          <w:szCs w:val="16"/>
        </w:rPr>
        <w:t>*</w:t>
      </w:r>
      <w:r w:rsidRPr="004C566D">
        <w:rPr>
          <w:sz w:val="22"/>
          <w:szCs w:val="22"/>
        </w:rPr>
        <w:t>:</w:t>
      </w:r>
    </w:p>
    <w:p w14:paraId="1ED35F5C" w14:textId="54E03240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</w:t>
      </w:r>
      <w:r w:rsidR="009F181A">
        <w:rPr>
          <w:bCs/>
          <w:sz w:val="22"/>
          <w:szCs w:val="22"/>
        </w:rPr>
        <w:t xml:space="preserve">       </w:t>
      </w:r>
      <w:r w:rsidRPr="00CE3AE6">
        <w:rPr>
          <w:bCs/>
          <w:sz w:val="22"/>
          <w:szCs w:val="22"/>
        </w:rPr>
        <w:t>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2DFE04C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509C3D3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44EAFC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A29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148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Nazwy (rodzaje) towaru lub usługi, których dostawa lub świadczenie będą prowadziły </w:t>
            </w:r>
            <w:r w:rsidRPr="00CE3AE6">
              <w:rPr>
                <w:sz w:val="20"/>
                <w:szCs w:val="20"/>
              </w:rPr>
              <w:lastRenderedPageBreak/>
              <w:t>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E727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 xml:space="preserve">Wartość towaru lub usługi objętego obowiązkiem podatkowym </w:t>
            </w:r>
            <w:r w:rsidRPr="00CE3AE6">
              <w:rPr>
                <w:sz w:val="20"/>
                <w:szCs w:val="20"/>
              </w:rPr>
              <w:lastRenderedPageBreak/>
              <w:t>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B9C1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CE3AE6" w:rsidRPr="00CE3AE6" w14:paraId="455E673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0D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1CE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C2E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2B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EBEEBA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87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DC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89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F6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D633AB7" w14:textId="77777777" w:rsidR="00132774" w:rsidRPr="00AF4AC3" w:rsidRDefault="00132774" w:rsidP="00132774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90ACAD1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E13660D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7DE14F6" w14:textId="77777777" w:rsidTr="00DC336F">
        <w:tc>
          <w:tcPr>
            <w:tcW w:w="2551" w:type="dxa"/>
            <w:shd w:val="clear" w:color="auto" w:fill="auto"/>
            <w:vAlign w:val="center"/>
          </w:tcPr>
          <w:p w14:paraId="593EEE6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E4D55B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C94E86" w14:textId="77777777" w:rsidTr="00DC336F">
        <w:tc>
          <w:tcPr>
            <w:tcW w:w="2551" w:type="dxa"/>
            <w:shd w:val="clear" w:color="auto" w:fill="auto"/>
            <w:vAlign w:val="center"/>
          </w:tcPr>
          <w:p w14:paraId="7DD7062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3D139F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B359969" w14:textId="77777777" w:rsidTr="00DC336F">
        <w:tc>
          <w:tcPr>
            <w:tcW w:w="2551" w:type="dxa"/>
            <w:shd w:val="clear" w:color="auto" w:fill="auto"/>
            <w:vAlign w:val="center"/>
          </w:tcPr>
          <w:p w14:paraId="29D6493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CC48BD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1B9B873E" w14:textId="77777777" w:rsidTr="00DC336F">
        <w:tc>
          <w:tcPr>
            <w:tcW w:w="2551" w:type="dxa"/>
            <w:shd w:val="clear" w:color="auto" w:fill="auto"/>
            <w:vAlign w:val="center"/>
          </w:tcPr>
          <w:p w14:paraId="124B36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6A88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8A012F7" w14:textId="77777777"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70046578" w14:textId="156897CF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14:paraId="73B5A154" w14:textId="269DF910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14:paraId="19FB13B8" w14:textId="523B9CCC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14:paraId="50304B97" w14:textId="77777777"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14:paraId="67D0C03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E6AC81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2F92DB7" w14:textId="47A9AE9A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14:paraId="5C5BB832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45B6339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79E661D3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1643D56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435EFD6D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2E2D2819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15681755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5553DFF5" w14:textId="16ED43B2" w:rsidR="00525EFF" w:rsidRPr="00AB2545" w:rsidRDefault="00A02A6F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AB2545" w:rsidRPr="00AB2545">
        <w:rPr>
          <w:bCs/>
          <w:sz w:val="22"/>
          <w:szCs w:val="22"/>
        </w:rPr>
        <w:t>.</w:t>
      </w:r>
      <w:r w:rsidR="00AB2545">
        <w:rPr>
          <w:b/>
          <w:sz w:val="22"/>
          <w:szCs w:val="22"/>
        </w:rPr>
        <w:t xml:space="preserve"> </w:t>
      </w:r>
      <w:r w:rsidR="00525EFF" w:rsidRPr="00AB2545">
        <w:rPr>
          <w:b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14:paraId="0DC3B02B" w14:textId="7F9FBBED"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14:paraId="274A2642" w14:textId="79C9E198"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14:paraId="62AA742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0364B77" w14:textId="75B07142"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14:paraId="7DF9EB85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CD3E9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E9FF5" w14:textId="77777777" w:rsidR="003920E0" w:rsidRDefault="003920E0" w:rsidP="00FF57EE">
      <w:r>
        <w:separator/>
      </w:r>
    </w:p>
  </w:endnote>
  <w:endnote w:type="continuationSeparator" w:id="0">
    <w:p w14:paraId="6CD168EA" w14:textId="77777777" w:rsidR="003920E0" w:rsidRDefault="003920E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AF5D7" w14:textId="77777777" w:rsidR="003920E0" w:rsidRDefault="003920E0" w:rsidP="00FF57EE">
      <w:r>
        <w:separator/>
      </w:r>
    </w:p>
  </w:footnote>
  <w:footnote w:type="continuationSeparator" w:id="0">
    <w:p w14:paraId="5D0ADADC" w14:textId="77777777" w:rsidR="003920E0" w:rsidRDefault="003920E0" w:rsidP="00FF57EE">
      <w:r>
        <w:continuationSeparator/>
      </w:r>
    </w:p>
  </w:footnote>
  <w:footnote w:id="1">
    <w:p w14:paraId="39D6D43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0197181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1C851935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924C5B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2C2036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6CEA" w14:textId="37DC0268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32774">
      <w:rPr>
        <w:sz w:val="20"/>
        <w:szCs w:val="20"/>
      </w:rPr>
      <w:t>ZP.271.</w:t>
    </w:r>
    <w:r w:rsidR="00F71EA5">
      <w:rPr>
        <w:sz w:val="20"/>
        <w:szCs w:val="20"/>
      </w:rPr>
      <w:t>6</w:t>
    </w:r>
    <w:r w:rsidR="00132774">
      <w:rPr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50"/>
    <w:rsid w:val="000D4052"/>
    <w:rsid w:val="001063D3"/>
    <w:rsid w:val="00132774"/>
    <w:rsid w:val="001C263D"/>
    <w:rsid w:val="001C7D84"/>
    <w:rsid w:val="001F73DE"/>
    <w:rsid w:val="002214DB"/>
    <w:rsid w:val="00240A64"/>
    <w:rsid w:val="00267D1F"/>
    <w:rsid w:val="002D4E44"/>
    <w:rsid w:val="002E612D"/>
    <w:rsid w:val="00343A53"/>
    <w:rsid w:val="00370354"/>
    <w:rsid w:val="003920E0"/>
    <w:rsid w:val="003B769C"/>
    <w:rsid w:val="003C1B0E"/>
    <w:rsid w:val="0040113B"/>
    <w:rsid w:val="004525FA"/>
    <w:rsid w:val="004C566D"/>
    <w:rsid w:val="004D019D"/>
    <w:rsid w:val="004D5A42"/>
    <w:rsid w:val="00525EFF"/>
    <w:rsid w:val="00582738"/>
    <w:rsid w:val="005844F6"/>
    <w:rsid w:val="005F6F5F"/>
    <w:rsid w:val="006956CE"/>
    <w:rsid w:val="006B63D6"/>
    <w:rsid w:val="006C641D"/>
    <w:rsid w:val="006D09E0"/>
    <w:rsid w:val="006E0C1B"/>
    <w:rsid w:val="007D475B"/>
    <w:rsid w:val="007E331F"/>
    <w:rsid w:val="008B6B43"/>
    <w:rsid w:val="00915050"/>
    <w:rsid w:val="009312B4"/>
    <w:rsid w:val="0097776D"/>
    <w:rsid w:val="00983D1D"/>
    <w:rsid w:val="009D75A8"/>
    <w:rsid w:val="009F181A"/>
    <w:rsid w:val="00A02A6F"/>
    <w:rsid w:val="00A50E18"/>
    <w:rsid w:val="00AA39D6"/>
    <w:rsid w:val="00AB2545"/>
    <w:rsid w:val="00AE2ACB"/>
    <w:rsid w:val="00AF4AC3"/>
    <w:rsid w:val="00B47637"/>
    <w:rsid w:val="00B5754C"/>
    <w:rsid w:val="00B82227"/>
    <w:rsid w:val="00B9086B"/>
    <w:rsid w:val="00BC4F99"/>
    <w:rsid w:val="00C22F7D"/>
    <w:rsid w:val="00C877F0"/>
    <w:rsid w:val="00CE3AE6"/>
    <w:rsid w:val="00D554C7"/>
    <w:rsid w:val="00DC336F"/>
    <w:rsid w:val="00EA7E24"/>
    <w:rsid w:val="00F134D5"/>
    <w:rsid w:val="00F31EAC"/>
    <w:rsid w:val="00F71EA5"/>
    <w:rsid w:val="00FF1D3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2E710"/>
  <w15:chartTrackingRefBased/>
  <w15:docId w15:val="{E428E373-E23D-4426-8AA9-0872EDA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3703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9E63-A89E-4406-ABA2-EFCDFE9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3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12</cp:revision>
  <dcterms:created xsi:type="dcterms:W3CDTF">2021-04-08T10:22:00Z</dcterms:created>
  <dcterms:modified xsi:type="dcterms:W3CDTF">2021-06-23T12:15:00Z</dcterms:modified>
</cp:coreProperties>
</file>